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6146" w14:textId="533BBF5E" w:rsidR="006163B5" w:rsidRPr="006F649F" w:rsidRDefault="006F649F" w:rsidP="003557D5">
      <w:pPr>
        <w:pStyle w:val="Titredudocument"/>
      </w:pPr>
      <w:r w:rsidRPr="006F649F">
        <w:t>Fiche</w:t>
      </w:r>
      <w:bookmarkStart w:id="0" w:name="_GoBack"/>
      <w:bookmarkEnd w:id="0"/>
      <w:r w:rsidRPr="006F649F">
        <w:t xml:space="preserve"> </w:t>
      </w:r>
      <w:r w:rsidR="001F2E5B" w:rsidRPr="006F649F">
        <w:t>élève</w:t>
      </w:r>
      <w:r w:rsidR="003C0FA7" w:rsidRPr="006F649F">
        <w:t> :</w:t>
      </w:r>
      <w:r w:rsidR="00CC764B" w:rsidRPr="006F649F">
        <w:t xml:space="preserve"> </w:t>
      </w:r>
      <w:r w:rsidR="003C0FA7" w:rsidRPr="006F649F">
        <w:t>«</w:t>
      </w:r>
      <w:r w:rsidR="00DE11D1">
        <w:t> </w:t>
      </w:r>
      <w:r w:rsidR="003C0FA7" w:rsidRPr="006F649F">
        <w:t xml:space="preserve">Je </w:t>
      </w:r>
      <w:r w:rsidR="00C75B9C" w:rsidRPr="006F649F">
        <w:t>comprends</w:t>
      </w:r>
      <w:r w:rsidR="00DE11D1">
        <w:t> </w:t>
      </w:r>
      <w:r w:rsidR="003C0FA7" w:rsidRPr="006F649F">
        <w:t xml:space="preserve">» </w:t>
      </w:r>
      <w:r w:rsidR="00CC764B" w:rsidRPr="006F649F">
        <w:t>(</w:t>
      </w:r>
      <w:r w:rsidR="003C0FA7" w:rsidRPr="006F649F">
        <w:t>C</w:t>
      </w:r>
      <w:r w:rsidR="00231DFC" w:rsidRPr="006F649F">
        <w:t>5</w:t>
      </w:r>
      <w:r w:rsidR="00CC764B" w:rsidRPr="006F649F">
        <w:t>)</w:t>
      </w:r>
    </w:p>
    <w:p w14:paraId="0B526149" w14:textId="6C3050C2" w:rsidR="006163B5" w:rsidRPr="006F649F" w:rsidRDefault="007C1B99" w:rsidP="003557D5">
      <w:pPr>
        <w:pStyle w:val="Encartgras"/>
        <w:rPr>
          <w:rFonts w:eastAsiaTheme="minorHAnsi"/>
          <w:i/>
        </w:rPr>
      </w:pPr>
      <w:r w:rsidRPr="006F649F">
        <w:rPr>
          <w:bCs/>
        </w:rPr>
        <w:t>Domaine</w:t>
      </w:r>
      <w:r w:rsidR="00DE11D1">
        <w:rPr>
          <w:bCs/>
        </w:rPr>
        <w:t> </w:t>
      </w:r>
      <w:r w:rsidRPr="006F649F">
        <w:rPr>
          <w:bCs/>
        </w:rPr>
        <w:t xml:space="preserve">: </w:t>
      </w:r>
      <w:r w:rsidRPr="006F649F">
        <w:rPr>
          <w:rFonts w:eastAsiaTheme="minorHAnsi"/>
        </w:rPr>
        <w:t>Nombres et calculs</w:t>
      </w:r>
    </w:p>
    <w:p w14:paraId="7720B59A" w14:textId="694CFE5F" w:rsidR="00193EC9" w:rsidRPr="006F649F" w:rsidRDefault="007C1B99" w:rsidP="003557D5">
      <w:pPr>
        <w:pStyle w:val="Encartgras"/>
        <w:rPr>
          <w:rFonts w:eastAsiaTheme="minorHAnsi"/>
        </w:rPr>
      </w:pPr>
      <w:r w:rsidRPr="006F649F">
        <w:t xml:space="preserve">Sous thème : </w:t>
      </w:r>
      <w:r w:rsidR="00C46165" w:rsidRPr="006F649F">
        <w:rPr>
          <w:rFonts w:eastAsiaTheme="minorHAnsi"/>
        </w:rPr>
        <w:t>Calcul littéral</w:t>
      </w:r>
      <w:r w:rsidR="0084370F" w:rsidRPr="006F649F">
        <w:rPr>
          <w:rFonts w:eastAsiaTheme="minorHAnsi"/>
        </w:rPr>
        <w:t xml:space="preserve"> – Production d’expressions</w:t>
      </w:r>
      <w:r w:rsidR="009D0F8E" w:rsidRPr="006F649F">
        <w:rPr>
          <w:rFonts w:eastAsiaTheme="minorHAnsi"/>
        </w:rPr>
        <w:t xml:space="preserve"> – </w:t>
      </w:r>
      <w:r w:rsidR="00BD0EBA" w:rsidRPr="006F649F">
        <w:rPr>
          <w:rFonts w:eastAsiaTheme="minorHAnsi"/>
        </w:rPr>
        <w:t>Périmètre</w:t>
      </w:r>
      <w:r w:rsidR="009D0F8E" w:rsidRPr="006F649F">
        <w:rPr>
          <w:rFonts w:eastAsiaTheme="minorHAnsi"/>
        </w:rPr>
        <w:t>s</w:t>
      </w:r>
    </w:p>
    <w:p w14:paraId="19D89F34" w14:textId="514ACCB9" w:rsidR="009D0F8E" w:rsidRPr="006F649F" w:rsidRDefault="003557D5" w:rsidP="003557D5">
      <w:pPr>
        <w:pStyle w:val="Titre1"/>
        <w:rPr>
          <w:sz w:val="24"/>
        </w:rPr>
      </w:pPr>
      <w:r>
        <w:t>Je comprends</w:t>
      </w:r>
    </w:p>
    <w:p w14:paraId="5EF0958E" w14:textId="7682D5CA" w:rsidR="009D0F8E" w:rsidRPr="006F649F" w:rsidRDefault="009D0F8E" w:rsidP="00A23359">
      <w:pPr>
        <w:pStyle w:val="Paragraphedeliste"/>
        <w:numPr>
          <w:ilvl w:val="0"/>
          <w:numId w:val="34"/>
        </w:numPr>
        <w:ind w:left="714" w:hanging="357"/>
        <w:contextualSpacing w:val="0"/>
        <w:rPr>
          <w:iCs w:val="0"/>
        </w:rPr>
      </w:pPr>
      <w:r w:rsidRPr="006F649F">
        <w:t>Il faut bien observer les informations sur les figures, en particulier le codage s’il y en a un.</w:t>
      </w:r>
    </w:p>
    <w:p w14:paraId="37E29463" w14:textId="50962B0F" w:rsidR="009D0F8E" w:rsidRPr="006F649F" w:rsidRDefault="009D0F8E" w:rsidP="00A23359">
      <w:pPr>
        <w:pStyle w:val="Paragraphedeliste"/>
        <w:numPr>
          <w:ilvl w:val="0"/>
          <w:numId w:val="34"/>
        </w:numPr>
        <w:ind w:left="714" w:hanging="357"/>
        <w:contextualSpacing w:val="0"/>
        <w:rPr>
          <w:iCs w:val="0"/>
        </w:rPr>
      </w:pPr>
      <w:r w:rsidRPr="006F649F">
        <w:t>Il ne faut pas confondre les notations pour réduire les expressions</w:t>
      </w:r>
      <w:r w:rsidR="00E22A42" w:rsidRPr="006F649F">
        <w:t xml:space="preserve"> littérales</w:t>
      </w:r>
      <w:r w:rsidRPr="006F649F">
        <w:t xml:space="preserve"> (voir fiche de positionnement</w:t>
      </w:r>
      <w:r w:rsidR="00DE11D1">
        <w:t> </w:t>
      </w:r>
      <w:r w:rsidRPr="006F649F">
        <w:t>P1</w:t>
      </w:r>
      <w:r w:rsidR="00F06B8B" w:rsidRPr="006F649F">
        <w:t xml:space="preserve"> et fiches d’accompagnement</w:t>
      </w:r>
      <w:r w:rsidR="00DE11D1">
        <w:t> </w:t>
      </w:r>
      <w:r w:rsidR="00F06B8B" w:rsidRPr="006F649F">
        <w:t>C1, C2</w:t>
      </w:r>
      <w:r w:rsidR="00231DFC" w:rsidRPr="006F649F">
        <w:t xml:space="preserve"> et</w:t>
      </w:r>
      <w:r w:rsidR="00F06B8B" w:rsidRPr="006F649F">
        <w:t xml:space="preserve"> E2</w:t>
      </w:r>
      <w:r w:rsidRPr="006F649F">
        <w:t>).</w:t>
      </w:r>
    </w:p>
    <w:p w14:paraId="38105FCC" w14:textId="3CCABB3D" w:rsidR="00BD0EBA" w:rsidRPr="006F649F" w:rsidRDefault="00BD0EBA" w:rsidP="00A23359">
      <w:pPr>
        <w:pStyle w:val="Paragraphedeliste"/>
        <w:numPr>
          <w:ilvl w:val="0"/>
          <w:numId w:val="34"/>
        </w:numPr>
        <w:ind w:left="714" w:hanging="357"/>
        <w:contextualSpacing w:val="0"/>
        <w:rPr>
          <w:iCs w:val="0"/>
        </w:rPr>
      </w:pPr>
      <w:r w:rsidRPr="006F649F">
        <w:rPr>
          <w:b/>
          <w:bCs/>
        </w:rPr>
        <w:t>Le périmètre d’une figure est la longueur de son contour</w:t>
      </w:r>
      <w:r w:rsidRPr="006F649F">
        <w:t>.</w:t>
      </w:r>
    </w:p>
    <w:p w14:paraId="2DF873E8" w14:textId="57037D12" w:rsidR="00BD0EBA" w:rsidRPr="006F649F" w:rsidRDefault="00BD0EBA" w:rsidP="00A23359">
      <w:pPr>
        <w:pStyle w:val="Paragraphedeliste"/>
        <w:numPr>
          <w:ilvl w:val="0"/>
          <w:numId w:val="34"/>
        </w:numPr>
        <w:ind w:left="714" w:hanging="357"/>
        <w:contextualSpacing w:val="0"/>
        <w:rPr>
          <w:iCs w:val="0"/>
        </w:rPr>
      </w:pPr>
      <w:r w:rsidRPr="006F649F">
        <w:t>Dans le cas d’un polygone non croisé et non aplati, le périmètre est la somme des longueurs de chaque côté</w:t>
      </w:r>
      <w:r w:rsidR="0002220C" w:rsidRPr="006F649F">
        <w:t>. Pour ne pas en oublier, on peut les ajouter en choisissant un sens</w:t>
      </w:r>
      <w:r w:rsidR="007B349A" w:rsidRPr="006F649F">
        <w:t>, par exemple celui des aiguilles d’une montre</w:t>
      </w:r>
      <w:r w:rsidR="0002220C" w:rsidRPr="006F649F">
        <w:t> :</w:t>
      </w:r>
    </w:p>
    <w:p w14:paraId="0763351D" w14:textId="3BE206C3" w:rsidR="009D0F8E" w:rsidRPr="006F649F" w:rsidRDefault="00A23359" w:rsidP="00A23359">
      <w:pPr>
        <w:pStyle w:val="Paragraphedeliste"/>
        <w:jc w:val="center"/>
        <w:rPr>
          <w:iCs w:val="0"/>
        </w:rPr>
      </w:pPr>
      <w:r w:rsidRPr="006F649F">
        <w:rPr>
          <w:iCs w:val="0"/>
          <w:noProof/>
        </w:rPr>
        <w:drawing>
          <wp:anchor distT="0" distB="0" distL="114300" distR="114300" simplePos="0" relativeHeight="251658240" behindDoc="0" locked="0" layoutInCell="1" allowOverlap="1" wp14:anchorId="3ADDDF22" wp14:editId="6197CECE">
            <wp:simplePos x="0" y="0"/>
            <wp:positionH relativeFrom="column">
              <wp:posOffset>2257425</wp:posOffset>
            </wp:positionH>
            <wp:positionV relativeFrom="paragraph">
              <wp:posOffset>250825</wp:posOffset>
            </wp:positionV>
            <wp:extent cx="2581275" cy="2282190"/>
            <wp:effectExtent l="0" t="0" r="0" b="3810"/>
            <wp:wrapNone/>
            <wp:docPr id="344767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76720" name="Image 34476720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282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23DA" w:rsidRPr="006F649F">
        <w:rPr>
          <w:iCs w:val="0"/>
          <w:noProof/>
        </w:rPr>
        <mc:AlternateContent>
          <mc:Choice Requires="wps">
            <w:drawing>
              <wp:inline distT="0" distB="0" distL="0" distR="0" wp14:anchorId="5D3A7BDE" wp14:editId="27AED163">
                <wp:extent cx="3101426" cy="2696998"/>
                <wp:effectExtent l="38100" t="19050" r="80010" b="0"/>
                <wp:docPr id="206460189" name="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426" cy="2696998"/>
                        </a:xfrm>
                        <a:prstGeom prst="arc">
                          <a:avLst>
                            <a:gd name="adj1" fmla="val 10153604"/>
                            <a:gd name="adj2" fmla="val 0"/>
                          </a:avLst>
                        </a:prstGeom>
                        <a:ln w="12700">
                          <a:solidFill>
                            <a:schemeClr val="accent2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CDF077" id="Arc 1" o:spid="_x0000_s1026" style="width:244.2pt;height:21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101426,269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" path="m35840,1636744nsc-101248,1091925,161485,529932,696843,222841,1133309,-27524,1685475,-69759,2165499,110504v568069,213326,935926,699910,935926,1237996l1550713,1348499,35840,1636744xem35840,1636744nfc-101248,1091925,161485,529932,696843,222841,1133309,-27524,1685475,-69759,2165499,110504v568069,213326,935926,699910,935926,1237996e" filled="f" strokecolor="#ed7d31 [3205]" strokeweight="1pt">
                <v:stroke endarrow="block" joinstyle="miter"/>
                <v:path arrowok="t" o:connecttype="custom" o:connectlocs="35840,1636744;696843,222841;2165499,110504;3101425,1348500" o:connectangles="0,0,0,0"/>
                <w10:anchorlock/>
              </v:shape>
            </w:pict>
          </mc:Fallback>
        </mc:AlternateContent>
      </w:r>
    </w:p>
    <w:p w14:paraId="0B1B6FEC" w14:textId="5A9CA435" w:rsidR="00D320D4" w:rsidRPr="006F649F" w:rsidRDefault="00D320D4" w:rsidP="00A23359">
      <w:pPr>
        <w:pStyle w:val="Paragraphedeliste"/>
        <w:rPr>
          <w:iCs w:val="0"/>
        </w:rPr>
      </w:pPr>
      <w:r w:rsidRPr="006F649F">
        <w:t xml:space="preserve">Le périmètre du polygone </w:t>
      </w:r>
      <w:r w:rsidR="0002220C" w:rsidRPr="006F649F">
        <w:t xml:space="preserve">ABCDEF </w:t>
      </w:r>
      <w:r w:rsidRPr="006F649F">
        <w:t>est la somme de ses longueurs : a + 3 + b + c + 2 + b.</w:t>
      </w:r>
    </w:p>
    <w:p w14:paraId="3915B964" w14:textId="72246D69" w:rsidR="00D320D4" w:rsidRPr="006F649F" w:rsidRDefault="00D320D4" w:rsidP="00A23359">
      <w:pPr>
        <w:pStyle w:val="Paragraphedeliste"/>
        <w:contextualSpacing w:val="0"/>
        <w:rPr>
          <w:iCs w:val="0"/>
        </w:rPr>
      </w:pPr>
      <w:r w:rsidRPr="006F649F">
        <w:t>En réduisant, on obtient</w:t>
      </w:r>
      <w:r w:rsidR="0002220C" w:rsidRPr="006F649F">
        <w:t xml:space="preserve"> l’expression littérale :</w:t>
      </w:r>
      <w:r w:rsidRPr="006F649F">
        <w:t xml:space="preserve"> a + 2b + c + 5.</w:t>
      </w:r>
    </w:p>
    <w:p w14:paraId="4234A117" w14:textId="77777777" w:rsidR="0002220C" w:rsidRPr="006F649F" w:rsidRDefault="0002220C" w:rsidP="00A23359">
      <w:pPr>
        <w:pStyle w:val="Paragraphedeliste"/>
        <w:numPr>
          <w:ilvl w:val="0"/>
          <w:numId w:val="34"/>
        </w:numPr>
        <w:rPr>
          <w:iCs w:val="0"/>
        </w:rPr>
      </w:pPr>
      <w:r w:rsidRPr="006F649F">
        <w:t>Pour déterminer le périmètre d’un polygone non croisé et non aplati, il faut donc :</w:t>
      </w:r>
    </w:p>
    <w:p w14:paraId="1F0E9AE5" w14:textId="6968F897" w:rsidR="0002220C" w:rsidRPr="006F649F" w:rsidRDefault="0002220C" w:rsidP="0002220C">
      <w:pPr>
        <w:pStyle w:val="Paragraphedeliste"/>
        <w:numPr>
          <w:ilvl w:val="1"/>
          <w:numId w:val="34"/>
        </w:numPr>
        <w:rPr>
          <w:iCs w:val="0"/>
        </w:rPr>
      </w:pPr>
      <w:r w:rsidRPr="006F649F">
        <w:t>Exprimer chacune de ses longueurs (voir fiche</w:t>
      </w:r>
      <w:r w:rsidR="00DE11D1">
        <w:t> </w:t>
      </w:r>
      <w:r w:rsidRPr="006F649F">
        <w:t>C</w:t>
      </w:r>
      <w:r w:rsidR="00DD231E" w:rsidRPr="006F649F">
        <w:t>4</w:t>
      </w:r>
      <w:r w:rsidRPr="006F649F">
        <w:t>).</w:t>
      </w:r>
    </w:p>
    <w:p w14:paraId="623B60E4" w14:textId="60498E34" w:rsidR="00983E1E" w:rsidRPr="006F649F" w:rsidRDefault="0002220C" w:rsidP="00C069C8">
      <w:pPr>
        <w:pStyle w:val="Paragraphedeliste"/>
        <w:numPr>
          <w:ilvl w:val="1"/>
          <w:numId w:val="34"/>
        </w:numPr>
        <w:rPr>
          <w:iCs w:val="0"/>
        </w:rPr>
      </w:pPr>
      <w:r w:rsidRPr="006F649F">
        <w:t>Les ajouter et réduire l’expression</w:t>
      </w:r>
      <w:r w:rsidR="00B0066D" w:rsidRPr="006F649F">
        <w:t xml:space="preserve"> obtenue</w:t>
      </w:r>
      <w:r w:rsidRPr="006F649F">
        <w:t xml:space="preserve"> (voir fiches C1, C2</w:t>
      </w:r>
      <w:r w:rsidR="00DD231E" w:rsidRPr="006F649F">
        <w:t xml:space="preserve"> et</w:t>
      </w:r>
      <w:r w:rsidRPr="006F649F">
        <w:t xml:space="preserve"> E1). </w:t>
      </w:r>
    </w:p>
    <w:p w14:paraId="39627059" w14:textId="77777777" w:rsidR="00A23359" w:rsidRDefault="00A23359">
      <w:pPr>
        <w:rPr>
          <w:rFonts w:eastAsiaTheme="majorEastAsia"/>
          <w:color w:val="2E74B5" w:themeColor="accent1" w:themeShade="BF"/>
          <w:sz w:val="24"/>
          <w:szCs w:val="24"/>
        </w:rPr>
      </w:pPr>
      <w:r>
        <w:rPr>
          <w:sz w:val="24"/>
          <w:szCs w:val="24"/>
        </w:rPr>
        <w:br w:type="page"/>
      </w:r>
    </w:p>
    <w:p w14:paraId="3D9CB9B0" w14:textId="77777777" w:rsidR="003557D5" w:rsidRDefault="003557D5" w:rsidP="003557D5">
      <w:pPr>
        <w:pStyle w:val="Titre1"/>
        <w:spacing w:before="100" w:after="100"/>
      </w:pPr>
      <w:r>
        <w:lastRenderedPageBreak/>
        <w:t>Je m’exerce</w:t>
      </w:r>
    </w:p>
    <w:p w14:paraId="31DB9118" w14:textId="17408B7A" w:rsidR="0084370F" w:rsidRPr="006F649F" w:rsidRDefault="0074206B" w:rsidP="00A23359">
      <w:pPr>
        <w:pStyle w:val="Titre2"/>
        <w:rPr>
          <w:szCs w:val="24"/>
        </w:rPr>
      </w:pPr>
      <w:r w:rsidRPr="006F649F">
        <w:rPr>
          <w:szCs w:val="24"/>
        </w:rPr>
        <w:t>Exercice</w:t>
      </w:r>
      <w:r w:rsidR="00DE11D1">
        <w:rPr>
          <w:szCs w:val="24"/>
        </w:rPr>
        <w:t> </w:t>
      </w:r>
      <w:r w:rsidRPr="006F649F">
        <w:rPr>
          <w:szCs w:val="24"/>
        </w:rPr>
        <w:t>1 : j</w:t>
      </w:r>
      <w:r w:rsidR="005C56EF" w:rsidRPr="006F649F">
        <w:rPr>
          <w:szCs w:val="24"/>
        </w:rPr>
        <w:t>e m’entraîne</w:t>
      </w:r>
      <w:r w:rsidR="00596F95" w:rsidRPr="006F649F">
        <w:rPr>
          <w:szCs w:val="24"/>
        </w:rPr>
        <w:t xml:space="preserve"> avec des figures</w:t>
      </w:r>
    </w:p>
    <w:p w14:paraId="7F7D5794" w14:textId="75C1A152" w:rsidR="009A7EB7" w:rsidRPr="006F649F" w:rsidRDefault="001F2E5B" w:rsidP="00A23359">
      <w:pPr>
        <w:rPr>
          <w:sz w:val="21"/>
          <w:szCs w:val="21"/>
        </w:rPr>
      </w:pPr>
      <w:r w:rsidRPr="006F649F">
        <w:rPr>
          <w:sz w:val="21"/>
          <w:szCs w:val="21"/>
        </w:rPr>
        <w:t>E</w:t>
      </w:r>
      <w:r w:rsidR="009D0F8E" w:rsidRPr="006F649F">
        <w:rPr>
          <w:sz w:val="21"/>
          <w:szCs w:val="21"/>
        </w:rPr>
        <w:t xml:space="preserve">xprimer, en fonction de a </w:t>
      </w:r>
      <w:r w:rsidR="007352F4" w:rsidRPr="006F649F">
        <w:rPr>
          <w:sz w:val="21"/>
          <w:szCs w:val="21"/>
        </w:rPr>
        <w:t>(</w:t>
      </w:r>
      <w:r w:rsidR="009D0F8E" w:rsidRPr="006F649F">
        <w:rPr>
          <w:sz w:val="21"/>
          <w:szCs w:val="21"/>
        </w:rPr>
        <w:t>et</w:t>
      </w:r>
      <w:r w:rsidR="007352F4" w:rsidRPr="006F649F">
        <w:rPr>
          <w:sz w:val="21"/>
          <w:szCs w:val="21"/>
        </w:rPr>
        <w:t xml:space="preserve"> éventuellement</w:t>
      </w:r>
      <w:r w:rsidR="009D0F8E" w:rsidRPr="006F649F">
        <w:rPr>
          <w:sz w:val="21"/>
          <w:szCs w:val="21"/>
        </w:rPr>
        <w:t xml:space="preserve"> b</w:t>
      </w:r>
      <w:r w:rsidR="007352F4" w:rsidRPr="006F649F">
        <w:rPr>
          <w:sz w:val="21"/>
          <w:szCs w:val="21"/>
        </w:rPr>
        <w:t>)</w:t>
      </w:r>
      <w:r w:rsidRPr="006F649F">
        <w:rPr>
          <w:sz w:val="21"/>
          <w:szCs w:val="21"/>
        </w:rPr>
        <w:t>,</w:t>
      </w:r>
      <w:r w:rsidR="009D0F8E" w:rsidRPr="006F649F">
        <w:rPr>
          <w:sz w:val="21"/>
          <w:szCs w:val="21"/>
        </w:rPr>
        <w:t xml:space="preserve"> l</w:t>
      </w:r>
      <w:r w:rsidR="006C5AA0" w:rsidRPr="006F649F">
        <w:rPr>
          <w:sz w:val="21"/>
          <w:szCs w:val="21"/>
        </w:rPr>
        <w:t>e périmètre du polygone</w:t>
      </w:r>
      <w:r w:rsidR="005A0982" w:rsidRPr="006F649F">
        <w:rPr>
          <w:sz w:val="21"/>
          <w:szCs w:val="21"/>
        </w:rPr>
        <w:t>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4A1229" w:rsidRPr="003557D5" w14:paraId="1C8B6636" w14:textId="77777777" w:rsidTr="00BB5D67">
        <w:trPr>
          <w:trHeight w:val="432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47E8BC36" w14:textId="09ED3039" w:rsidR="009D0F8E" w:rsidRPr="003557D5" w:rsidRDefault="007E53E3" w:rsidP="009D0F8E">
            <w:pPr>
              <w:jc w:val="center"/>
              <w:rPr>
                <w:b/>
                <w:bCs/>
                <w:sz w:val="22"/>
                <w:szCs w:val="21"/>
              </w:rPr>
            </w:pPr>
            <w:r w:rsidRPr="003557D5">
              <w:rPr>
                <w:b/>
                <w:bCs/>
                <w:sz w:val="22"/>
                <w:szCs w:val="21"/>
              </w:rPr>
              <w:t>Polygone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46894E3D" w14:textId="2E410B4F" w:rsidR="009D0F8E" w:rsidRPr="003557D5" w:rsidRDefault="007E53E3" w:rsidP="009D0F8E">
            <w:pPr>
              <w:jc w:val="center"/>
              <w:rPr>
                <w:b/>
                <w:bCs/>
                <w:sz w:val="22"/>
                <w:szCs w:val="21"/>
              </w:rPr>
            </w:pPr>
            <w:r w:rsidRPr="003557D5">
              <w:rPr>
                <w:b/>
                <w:bCs/>
                <w:sz w:val="22"/>
                <w:szCs w:val="21"/>
              </w:rPr>
              <w:t>Périmètre</w:t>
            </w:r>
          </w:p>
        </w:tc>
      </w:tr>
      <w:tr w:rsidR="004A1229" w:rsidRPr="003557D5" w14:paraId="1BF600E0" w14:textId="77777777" w:rsidTr="00BB5D67">
        <w:trPr>
          <w:trHeight w:val="2324"/>
          <w:jc w:val="center"/>
        </w:trPr>
        <w:tc>
          <w:tcPr>
            <w:tcW w:w="5228" w:type="dxa"/>
            <w:vAlign w:val="center"/>
          </w:tcPr>
          <w:p w14:paraId="769FBF02" w14:textId="6F5AB77D" w:rsidR="005F6B5A" w:rsidRPr="003557D5" w:rsidRDefault="005F6B5A" w:rsidP="009D0F8E">
            <w:pPr>
              <w:jc w:val="center"/>
              <w:rPr>
                <w:sz w:val="22"/>
                <w:szCs w:val="21"/>
              </w:rPr>
            </w:pPr>
            <w:r w:rsidRPr="003557D5">
              <w:rPr>
                <w:noProof/>
                <w:szCs w:val="21"/>
              </w:rPr>
              <w:drawing>
                <wp:inline distT="0" distB="0" distL="0" distR="0" wp14:anchorId="063E265B" wp14:editId="195232EC">
                  <wp:extent cx="1182133" cy="1065320"/>
                  <wp:effectExtent l="0" t="0" r="0" b="1905"/>
                  <wp:docPr id="8351252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125247" name="Image 835125247"/>
                          <pic:cNvPicPr/>
                        </pic:nvPicPr>
                        <pic:blipFill>
                          <a:blip r:embed="rId9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473" cy="1087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DCD63F" w14:textId="1CB314C8" w:rsidR="009D0F8E" w:rsidRPr="003557D5" w:rsidRDefault="009D0F8E" w:rsidP="009D0F8E">
            <w:pPr>
              <w:jc w:val="center"/>
              <w:rPr>
                <w:sz w:val="22"/>
                <w:szCs w:val="21"/>
              </w:rPr>
            </w:pPr>
          </w:p>
        </w:tc>
        <w:tc>
          <w:tcPr>
            <w:tcW w:w="5228" w:type="dxa"/>
            <w:vAlign w:val="center"/>
          </w:tcPr>
          <w:p w14:paraId="7514044D" w14:textId="77777777" w:rsidR="009D0F8E" w:rsidRPr="003557D5" w:rsidRDefault="009D0F8E" w:rsidP="009D0F8E">
            <w:pPr>
              <w:jc w:val="center"/>
              <w:rPr>
                <w:sz w:val="22"/>
                <w:szCs w:val="21"/>
              </w:rPr>
            </w:pPr>
          </w:p>
        </w:tc>
      </w:tr>
      <w:tr w:rsidR="004A1229" w:rsidRPr="003557D5" w14:paraId="10A70BAC" w14:textId="77777777" w:rsidTr="00BB5D67">
        <w:trPr>
          <w:trHeight w:val="2324"/>
          <w:jc w:val="center"/>
        </w:trPr>
        <w:tc>
          <w:tcPr>
            <w:tcW w:w="5228" w:type="dxa"/>
            <w:vAlign w:val="center"/>
          </w:tcPr>
          <w:p w14:paraId="478C5170" w14:textId="1FDBE533" w:rsidR="009D0F8E" w:rsidRPr="003557D5" w:rsidRDefault="004A1229" w:rsidP="009D0F8E">
            <w:pPr>
              <w:jc w:val="center"/>
              <w:rPr>
                <w:sz w:val="22"/>
                <w:szCs w:val="21"/>
              </w:rPr>
            </w:pPr>
            <w:r w:rsidRPr="003557D5">
              <w:rPr>
                <w:noProof/>
                <w:szCs w:val="21"/>
              </w:rPr>
              <w:drawing>
                <wp:inline distT="0" distB="0" distL="0" distR="0" wp14:anchorId="51F4A4F3" wp14:editId="6B60A6D7">
                  <wp:extent cx="2148396" cy="1339809"/>
                  <wp:effectExtent l="0" t="0" r="0" b="0"/>
                  <wp:docPr id="60375667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756678" name="Image 603756678"/>
                          <pic:cNvPicPr/>
                        </pic:nvPicPr>
                        <pic:blipFill>
                          <a:blip r:embed="rId11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3148" cy="1361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6D1D1B23" w14:textId="77777777" w:rsidR="009D0F8E" w:rsidRPr="003557D5" w:rsidRDefault="009D0F8E" w:rsidP="009D0F8E">
            <w:pPr>
              <w:jc w:val="center"/>
              <w:rPr>
                <w:sz w:val="22"/>
                <w:szCs w:val="21"/>
              </w:rPr>
            </w:pPr>
          </w:p>
        </w:tc>
      </w:tr>
      <w:tr w:rsidR="004A1229" w:rsidRPr="003557D5" w14:paraId="34561D00" w14:textId="77777777" w:rsidTr="00BB5D67">
        <w:trPr>
          <w:trHeight w:val="2324"/>
          <w:jc w:val="center"/>
        </w:trPr>
        <w:tc>
          <w:tcPr>
            <w:tcW w:w="5228" w:type="dxa"/>
            <w:vAlign w:val="center"/>
          </w:tcPr>
          <w:p w14:paraId="737785FF" w14:textId="5CCDEE2D" w:rsidR="009D0F8E" w:rsidRPr="003557D5" w:rsidRDefault="007352F4" w:rsidP="009D0F8E">
            <w:pPr>
              <w:jc w:val="center"/>
              <w:rPr>
                <w:sz w:val="22"/>
                <w:szCs w:val="21"/>
              </w:rPr>
            </w:pPr>
            <w:r w:rsidRPr="003557D5">
              <w:rPr>
                <w:noProof/>
                <w:szCs w:val="21"/>
              </w:rPr>
              <w:drawing>
                <wp:inline distT="0" distB="0" distL="0" distR="0" wp14:anchorId="63370EEF" wp14:editId="6DF793B8">
                  <wp:extent cx="1748901" cy="1439150"/>
                  <wp:effectExtent l="0" t="0" r="3810" b="0"/>
                  <wp:docPr id="65611501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115011" name="Image 656115011"/>
                          <pic:cNvPicPr/>
                        </pic:nvPicPr>
                        <pic:blipFill>
                          <a:blip r:embed="rId13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2657" cy="1466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4B5C7089" w14:textId="77777777" w:rsidR="009D0F8E" w:rsidRPr="003557D5" w:rsidRDefault="009D0F8E" w:rsidP="009D0F8E">
            <w:pPr>
              <w:jc w:val="center"/>
              <w:rPr>
                <w:sz w:val="22"/>
                <w:szCs w:val="21"/>
              </w:rPr>
            </w:pPr>
          </w:p>
        </w:tc>
      </w:tr>
    </w:tbl>
    <w:p w14:paraId="1BEDB21A" w14:textId="0CF37919" w:rsidR="0074206B" w:rsidRPr="006F649F" w:rsidRDefault="00A23359" w:rsidP="003557D5">
      <w:pPr>
        <w:pStyle w:val="Titre1"/>
      </w:pPr>
      <w:r>
        <w:t>Je m’autoévalue</w:t>
      </w:r>
    </w:p>
    <w:p w14:paraId="08D656A2" w14:textId="2CEC2AEB" w:rsidR="0074206B" w:rsidRPr="006F649F" w:rsidRDefault="0074206B" w:rsidP="0074206B">
      <w:pPr>
        <w:pStyle w:val="Paragraphedeliste"/>
        <w:numPr>
          <w:ilvl w:val="0"/>
          <w:numId w:val="32"/>
        </w:numPr>
        <w:spacing w:after="0"/>
        <w:rPr>
          <w:sz w:val="21"/>
          <w:szCs w:val="21"/>
        </w:rPr>
      </w:pPr>
      <w:r w:rsidRPr="006F649F">
        <w:rPr>
          <w:sz w:val="21"/>
          <w:szCs w:val="21"/>
        </w:rPr>
        <w:t>J’ai trouvé les bonnes réponses</w:t>
      </w:r>
      <w:r w:rsidR="00DE11D1">
        <w:rPr>
          <w:sz w:val="21"/>
          <w:szCs w:val="21"/>
        </w:rPr>
        <w:t> </w:t>
      </w:r>
      <w:r w:rsidRPr="006F649F">
        <w:rPr>
          <w:sz w:val="21"/>
          <w:szCs w:val="21"/>
        </w:rPr>
        <w:t>: je peux faire l’exercice</w:t>
      </w:r>
      <w:r w:rsidR="00DE11D1">
        <w:rPr>
          <w:sz w:val="21"/>
          <w:szCs w:val="21"/>
        </w:rPr>
        <w:t> </w:t>
      </w:r>
      <w:r w:rsidRPr="006F649F">
        <w:rPr>
          <w:sz w:val="21"/>
          <w:szCs w:val="21"/>
        </w:rPr>
        <w:t>2 de cette fiche.</w:t>
      </w:r>
    </w:p>
    <w:p w14:paraId="21C63E66" w14:textId="025643D5" w:rsidR="0074206B" w:rsidRPr="006F649F" w:rsidRDefault="0074206B" w:rsidP="0074206B">
      <w:pPr>
        <w:pStyle w:val="Paragraphedeliste"/>
        <w:numPr>
          <w:ilvl w:val="0"/>
          <w:numId w:val="32"/>
        </w:numPr>
        <w:spacing w:after="0"/>
        <w:rPr>
          <w:sz w:val="21"/>
          <w:szCs w:val="21"/>
        </w:rPr>
      </w:pPr>
      <w:r w:rsidRPr="006F649F">
        <w:rPr>
          <w:sz w:val="21"/>
          <w:szCs w:val="21"/>
        </w:rPr>
        <w:t>Sinon, j’appelle le professeur ou un camarade pour m’expliquer.</w:t>
      </w:r>
    </w:p>
    <w:p w14:paraId="1F4105B9" w14:textId="77777777" w:rsidR="00A23359" w:rsidRDefault="00A23359">
      <w:pPr>
        <w:rPr>
          <w:rFonts w:eastAsiaTheme="majorEastAsia"/>
          <w:color w:val="2E74B5" w:themeColor="accent1" w:themeShade="BF"/>
          <w:sz w:val="24"/>
          <w:szCs w:val="24"/>
        </w:rPr>
      </w:pPr>
      <w:r>
        <w:rPr>
          <w:sz w:val="24"/>
          <w:szCs w:val="24"/>
        </w:rPr>
        <w:br w:type="page"/>
      </w:r>
    </w:p>
    <w:p w14:paraId="408C5EAB" w14:textId="77777777" w:rsidR="003557D5" w:rsidRDefault="003557D5" w:rsidP="003557D5">
      <w:pPr>
        <w:pStyle w:val="Titre1"/>
        <w:spacing w:before="100" w:after="100"/>
      </w:pPr>
      <w:r>
        <w:lastRenderedPageBreak/>
        <w:t>Je m’exerce</w:t>
      </w:r>
    </w:p>
    <w:p w14:paraId="4BB82E52" w14:textId="144C529F" w:rsidR="00596F95" w:rsidRPr="006F649F" w:rsidRDefault="0074206B" w:rsidP="00A23359">
      <w:pPr>
        <w:pStyle w:val="Titre2"/>
        <w:rPr>
          <w:szCs w:val="24"/>
        </w:rPr>
      </w:pPr>
      <w:r w:rsidRPr="006F649F">
        <w:rPr>
          <w:szCs w:val="24"/>
        </w:rPr>
        <w:t>Exercice</w:t>
      </w:r>
      <w:r w:rsidR="00DE11D1">
        <w:rPr>
          <w:szCs w:val="24"/>
        </w:rPr>
        <w:t> </w:t>
      </w:r>
      <w:r w:rsidRPr="006F649F">
        <w:rPr>
          <w:szCs w:val="24"/>
        </w:rPr>
        <w:t>2 : j</w:t>
      </w:r>
      <w:r w:rsidR="00596F95" w:rsidRPr="006F649F">
        <w:rPr>
          <w:szCs w:val="24"/>
        </w:rPr>
        <w:t>e m’entraîne a</w:t>
      </w:r>
      <w:r w:rsidR="00A23359">
        <w:rPr>
          <w:szCs w:val="24"/>
        </w:rPr>
        <w:t>vec des expressions littérales</w:t>
      </w:r>
    </w:p>
    <w:p w14:paraId="2ED72001" w14:textId="389AD5CE" w:rsidR="00596F95" w:rsidRPr="006F649F" w:rsidRDefault="00596F95" w:rsidP="00A23359">
      <w:pPr>
        <w:rPr>
          <w:sz w:val="21"/>
          <w:szCs w:val="21"/>
        </w:rPr>
      </w:pPr>
      <w:r w:rsidRPr="006F649F">
        <w:rPr>
          <w:sz w:val="21"/>
          <w:szCs w:val="21"/>
        </w:rPr>
        <w:t>Pour chaque expression littérale, construi</w:t>
      </w:r>
      <w:r w:rsidR="009D2555" w:rsidRPr="006F649F">
        <w:rPr>
          <w:sz w:val="21"/>
          <w:szCs w:val="21"/>
        </w:rPr>
        <w:t>re</w:t>
      </w:r>
      <w:r w:rsidRPr="006F649F">
        <w:rPr>
          <w:sz w:val="21"/>
          <w:szCs w:val="21"/>
        </w:rPr>
        <w:t xml:space="preserve"> </w:t>
      </w:r>
      <w:r w:rsidR="00BB3322" w:rsidRPr="006F649F">
        <w:rPr>
          <w:sz w:val="21"/>
          <w:szCs w:val="21"/>
        </w:rPr>
        <w:t>un polygone non croisé et non aplati</w:t>
      </w:r>
      <w:r w:rsidR="008E1497" w:rsidRPr="006F649F">
        <w:rPr>
          <w:sz w:val="21"/>
          <w:szCs w:val="21"/>
        </w:rPr>
        <w:t>,</w:t>
      </w:r>
      <w:r w:rsidR="00BB3322" w:rsidRPr="006F649F">
        <w:rPr>
          <w:sz w:val="21"/>
          <w:szCs w:val="21"/>
        </w:rPr>
        <w:t xml:space="preserve"> </w:t>
      </w:r>
      <w:r w:rsidR="009D2555" w:rsidRPr="006F649F">
        <w:rPr>
          <w:sz w:val="21"/>
          <w:szCs w:val="21"/>
        </w:rPr>
        <w:t xml:space="preserve">de sorte que l’expression littérale soit égale </w:t>
      </w:r>
      <w:r w:rsidR="00BB3322" w:rsidRPr="006F649F">
        <w:rPr>
          <w:sz w:val="21"/>
          <w:szCs w:val="21"/>
        </w:rPr>
        <w:t>au périmètre de ce polygone</w:t>
      </w:r>
      <w:r w:rsidR="009D2555" w:rsidRPr="006F649F">
        <w:rPr>
          <w:sz w:val="21"/>
          <w:szCs w:val="21"/>
        </w:rPr>
        <w:t>. Mettre un codage si nécessaire.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9D2555" w:rsidRPr="003557D5" w14:paraId="20620639" w14:textId="77777777" w:rsidTr="00BB5D67">
        <w:trPr>
          <w:trHeight w:hRule="exact" w:val="356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0C2A0238" w14:textId="6CE7E02E" w:rsidR="009D2555" w:rsidRPr="003557D5" w:rsidRDefault="00A85AF0" w:rsidP="002C1885">
            <w:pPr>
              <w:jc w:val="center"/>
              <w:rPr>
                <w:b/>
                <w:bCs/>
                <w:sz w:val="22"/>
                <w:szCs w:val="21"/>
              </w:rPr>
            </w:pPr>
            <w:r w:rsidRPr="003557D5">
              <w:rPr>
                <w:b/>
                <w:bCs/>
                <w:sz w:val="22"/>
                <w:szCs w:val="21"/>
              </w:rPr>
              <w:t>Périmètre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42A3C8FA" w14:textId="301AA90E" w:rsidR="009D2555" w:rsidRPr="003557D5" w:rsidRDefault="007E53E3" w:rsidP="002C1885">
            <w:pPr>
              <w:jc w:val="center"/>
              <w:rPr>
                <w:b/>
                <w:bCs/>
                <w:sz w:val="22"/>
                <w:szCs w:val="21"/>
              </w:rPr>
            </w:pPr>
            <w:r w:rsidRPr="003557D5">
              <w:rPr>
                <w:b/>
                <w:bCs/>
                <w:sz w:val="22"/>
                <w:szCs w:val="21"/>
              </w:rPr>
              <w:t>Polygone</w:t>
            </w:r>
          </w:p>
        </w:tc>
      </w:tr>
      <w:tr w:rsidR="009D2555" w:rsidRPr="003557D5" w14:paraId="369AD3C1" w14:textId="77777777" w:rsidTr="00BB5D67">
        <w:trPr>
          <w:trHeight w:val="1531"/>
          <w:jc w:val="center"/>
        </w:trPr>
        <w:tc>
          <w:tcPr>
            <w:tcW w:w="5228" w:type="dxa"/>
            <w:vAlign w:val="center"/>
          </w:tcPr>
          <w:p w14:paraId="6B9585A8" w14:textId="6CA3A86C" w:rsidR="009D2555" w:rsidRPr="003557D5" w:rsidRDefault="005A59E6" w:rsidP="002C1885">
            <w:pPr>
              <w:jc w:val="center"/>
              <w:rPr>
                <w:sz w:val="22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1"/>
                  </w:rPr>
                  <m:t>a + b + 4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62356CC6" w14:textId="77777777" w:rsidR="00C31544" w:rsidRPr="003557D5" w:rsidRDefault="00C31544" w:rsidP="002C1885">
            <w:pPr>
              <w:jc w:val="center"/>
              <w:rPr>
                <w:sz w:val="22"/>
                <w:szCs w:val="21"/>
              </w:rPr>
            </w:pPr>
          </w:p>
        </w:tc>
      </w:tr>
      <w:tr w:rsidR="009D2555" w:rsidRPr="003557D5" w14:paraId="577F1D30" w14:textId="77777777" w:rsidTr="00BB5D67">
        <w:trPr>
          <w:trHeight w:val="1531"/>
          <w:jc w:val="center"/>
        </w:trPr>
        <w:tc>
          <w:tcPr>
            <w:tcW w:w="5228" w:type="dxa"/>
            <w:vAlign w:val="center"/>
          </w:tcPr>
          <w:p w14:paraId="6CBA5533" w14:textId="38E3F0B6" w:rsidR="009D2555" w:rsidRPr="003557D5" w:rsidRDefault="005A59E6" w:rsidP="002C1885">
            <w:pPr>
              <w:jc w:val="center"/>
              <w:rPr>
                <w:sz w:val="22"/>
                <w:szCs w:val="21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1"/>
                    <w:lang w:val="en-US"/>
                  </w:rPr>
                  <m:t>a + 2</m:t>
                </m:r>
                <m:r>
                  <w:rPr>
                    <w:rFonts w:ascii="Cambria Math" w:hAnsi="Cambria Math"/>
                    <w:sz w:val="22"/>
                    <w:szCs w:val="21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  <w:szCs w:val="21"/>
                  </w:rPr>
                  <m:t>b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4363674F" w14:textId="77777777" w:rsidR="009D2555" w:rsidRPr="003557D5" w:rsidRDefault="009D2555" w:rsidP="002C1885">
            <w:pPr>
              <w:jc w:val="center"/>
              <w:rPr>
                <w:sz w:val="22"/>
                <w:szCs w:val="21"/>
                <w:lang w:val="en-US"/>
              </w:rPr>
            </w:pPr>
          </w:p>
        </w:tc>
      </w:tr>
      <w:tr w:rsidR="009D2555" w:rsidRPr="003557D5" w14:paraId="4C7979C2" w14:textId="77777777" w:rsidTr="00BB5D67">
        <w:trPr>
          <w:trHeight w:val="1531"/>
          <w:jc w:val="center"/>
        </w:trPr>
        <w:tc>
          <w:tcPr>
            <w:tcW w:w="5228" w:type="dxa"/>
            <w:vAlign w:val="center"/>
          </w:tcPr>
          <w:p w14:paraId="428F8BF6" w14:textId="180EBFF5" w:rsidR="009D2555" w:rsidRPr="003557D5" w:rsidRDefault="005A59E6" w:rsidP="003557D5">
            <w:pPr>
              <w:spacing w:before="100" w:after="100"/>
              <w:jc w:val="center"/>
              <w:rPr>
                <w:sz w:val="22"/>
                <w:szCs w:val="21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1"/>
                    <w:lang w:val="en-US"/>
                  </w:rPr>
                  <m:t>2×</m:t>
                </m:r>
                <m:r>
                  <w:rPr>
                    <w:rFonts w:ascii="Cambria Math" w:eastAsiaTheme="minorEastAsia" w:hAnsi="Cambria Math"/>
                    <w:sz w:val="22"/>
                    <w:szCs w:val="21"/>
                    <w:lang w:val="en-US"/>
                  </w:rPr>
                  <m:t>a</m:t>
                </m:r>
                <m:r>
                  <w:rPr>
                    <w:rFonts w:ascii="Cambria Math" w:hAnsi="Cambria Math"/>
                    <w:sz w:val="22"/>
                    <w:szCs w:val="21"/>
                    <w:lang w:val="en-US"/>
                  </w:rPr>
                  <m:t xml:space="preserve"> + 3×</m:t>
                </m:r>
                <m:r>
                  <w:rPr>
                    <w:rFonts w:ascii="Cambria Math" w:eastAsiaTheme="minorEastAsia" w:hAnsi="Cambria Math"/>
                    <w:sz w:val="22"/>
                    <w:szCs w:val="21"/>
                    <w:lang w:val="en-US"/>
                  </w:rPr>
                  <m:t>b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17F927D3" w14:textId="77777777" w:rsidR="009D2555" w:rsidRPr="003557D5" w:rsidRDefault="009D2555" w:rsidP="002C1885">
            <w:pPr>
              <w:jc w:val="center"/>
              <w:rPr>
                <w:sz w:val="22"/>
                <w:szCs w:val="21"/>
                <w:lang w:val="en-US"/>
              </w:rPr>
            </w:pPr>
          </w:p>
        </w:tc>
      </w:tr>
      <w:tr w:rsidR="00A85AF0" w:rsidRPr="003557D5" w14:paraId="7EEBD127" w14:textId="77777777" w:rsidTr="00BB5D67">
        <w:trPr>
          <w:trHeight w:val="1531"/>
          <w:jc w:val="center"/>
        </w:trPr>
        <w:tc>
          <w:tcPr>
            <w:tcW w:w="5228" w:type="dxa"/>
            <w:vAlign w:val="center"/>
          </w:tcPr>
          <w:p w14:paraId="604F3E7B" w14:textId="3A7EF859" w:rsidR="00A85AF0" w:rsidRPr="003557D5" w:rsidRDefault="005A59E6" w:rsidP="003557D5">
            <w:pPr>
              <w:spacing w:before="100" w:after="100"/>
              <w:jc w:val="center"/>
              <w:rPr>
                <w:sz w:val="22"/>
                <w:szCs w:val="21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1"/>
                    <w:lang w:val="en-US"/>
                  </w:rPr>
                  <m:t>2×</m:t>
                </m:r>
                <m:r>
                  <w:rPr>
                    <w:rFonts w:ascii="Cambria Math" w:eastAsiaTheme="minorEastAsia" w:hAnsi="Cambria Math"/>
                    <w:sz w:val="22"/>
                    <w:szCs w:val="21"/>
                    <w:lang w:val="en-US"/>
                  </w:rPr>
                  <m:t>a</m:t>
                </m:r>
                <m:r>
                  <w:rPr>
                    <w:rFonts w:ascii="Cambria Math" w:hAnsi="Cambria Math"/>
                    <w:sz w:val="22"/>
                    <w:szCs w:val="21"/>
                    <w:lang w:val="en-US"/>
                  </w:rPr>
                  <m:t xml:space="preserve"> + 2×</m:t>
                </m:r>
                <m:r>
                  <w:rPr>
                    <w:rFonts w:ascii="Cambria Math" w:eastAsiaTheme="minorEastAsia" w:hAnsi="Cambria Math"/>
                    <w:sz w:val="22"/>
                    <w:szCs w:val="21"/>
                    <w:lang w:val="en-US"/>
                  </w:rPr>
                  <m:t>b + 7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5B1CE78C" w14:textId="77777777" w:rsidR="00A85AF0" w:rsidRPr="003557D5" w:rsidRDefault="00A85AF0" w:rsidP="002C1885">
            <w:pPr>
              <w:jc w:val="center"/>
              <w:rPr>
                <w:sz w:val="22"/>
                <w:szCs w:val="21"/>
                <w:lang w:val="en-US"/>
              </w:rPr>
            </w:pPr>
          </w:p>
        </w:tc>
      </w:tr>
    </w:tbl>
    <w:p w14:paraId="5B3C3FFC" w14:textId="7F7132A3" w:rsidR="0074206B" w:rsidRPr="006F649F" w:rsidRDefault="00A23359" w:rsidP="003557D5">
      <w:pPr>
        <w:pStyle w:val="Titre1"/>
      </w:pPr>
      <w:r>
        <w:t>Je m’autoévalue</w:t>
      </w:r>
    </w:p>
    <w:p w14:paraId="316F9717" w14:textId="59686801" w:rsidR="0074206B" w:rsidRPr="006F649F" w:rsidRDefault="0074206B" w:rsidP="0074206B">
      <w:pPr>
        <w:pStyle w:val="Paragraphedeliste"/>
        <w:numPr>
          <w:ilvl w:val="0"/>
          <w:numId w:val="32"/>
        </w:numPr>
        <w:spacing w:after="0"/>
        <w:rPr>
          <w:sz w:val="21"/>
          <w:szCs w:val="21"/>
        </w:rPr>
      </w:pPr>
      <w:r w:rsidRPr="006F649F">
        <w:rPr>
          <w:sz w:val="21"/>
          <w:szCs w:val="21"/>
        </w:rPr>
        <w:t>J’ai trouvé les bonnes réponses</w:t>
      </w:r>
      <w:r w:rsidR="00DE11D1">
        <w:rPr>
          <w:sz w:val="21"/>
          <w:szCs w:val="21"/>
        </w:rPr>
        <w:t> </w:t>
      </w:r>
      <w:r w:rsidRPr="006F649F">
        <w:rPr>
          <w:sz w:val="21"/>
          <w:szCs w:val="21"/>
        </w:rPr>
        <w:t xml:space="preserve">: </w:t>
      </w:r>
      <w:r w:rsidR="00C43469" w:rsidRPr="006F649F">
        <w:t>je complète le bilan, puis</w:t>
      </w:r>
      <w:r w:rsidR="00C43469" w:rsidRPr="006F649F">
        <w:rPr>
          <w:sz w:val="21"/>
          <w:szCs w:val="21"/>
        </w:rPr>
        <w:t xml:space="preserve"> </w:t>
      </w:r>
      <w:r w:rsidRPr="006F649F">
        <w:rPr>
          <w:sz w:val="21"/>
          <w:szCs w:val="21"/>
        </w:rPr>
        <w:t>je fai</w:t>
      </w:r>
      <w:r w:rsidR="00C43469" w:rsidRPr="006F649F">
        <w:rPr>
          <w:sz w:val="21"/>
          <w:szCs w:val="21"/>
        </w:rPr>
        <w:t>s</w:t>
      </w:r>
      <w:r w:rsidRPr="006F649F">
        <w:rPr>
          <w:sz w:val="21"/>
          <w:szCs w:val="21"/>
        </w:rPr>
        <w:t xml:space="preserve"> l’exercice</w:t>
      </w:r>
      <w:r w:rsidR="00DE11D1">
        <w:rPr>
          <w:sz w:val="21"/>
          <w:szCs w:val="21"/>
        </w:rPr>
        <w:t> </w:t>
      </w:r>
      <w:r w:rsidR="000C6F63" w:rsidRPr="006F649F">
        <w:rPr>
          <w:sz w:val="21"/>
          <w:szCs w:val="21"/>
        </w:rPr>
        <w:t>3</w:t>
      </w:r>
      <w:r w:rsidRPr="006F649F">
        <w:rPr>
          <w:sz w:val="21"/>
          <w:szCs w:val="21"/>
        </w:rPr>
        <w:t xml:space="preserve"> de </w:t>
      </w:r>
      <w:r w:rsidR="0032775E" w:rsidRPr="006F649F">
        <w:rPr>
          <w:sz w:val="21"/>
          <w:szCs w:val="21"/>
        </w:rPr>
        <w:t>la</w:t>
      </w:r>
      <w:r w:rsidRPr="006F649F">
        <w:rPr>
          <w:sz w:val="21"/>
          <w:szCs w:val="21"/>
        </w:rPr>
        <w:t xml:space="preserve"> fiche</w:t>
      </w:r>
      <w:r w:rsidR="00DE11D1">
        <w:rPr>
          <w:sz w:val="21"/>
          <w:szCs w:val="21"/>
        </w:rPr>
        <w:t> </w:t>
      </w:r>
      <w:r w:rsidR="0032775E" w:rsidRPr="006F649F">
        <w:rPr>
          <w:sz w:val="21"/>
          <w:szCs w:val="21"/>
        </w:rPr>
        <w:t>P2</w:t>
      </w:r>
      <w:r w:rsidRPr="006F649F">
        <w:rPr>
          <w:sz w:val="21"/>
          <w:szCs w:val="21"/>
        </w:rPr>
        <w:t>.</w:t>
      </w:r>
    </w:p>
    <w:p w14:paraId="17B2D45B" w14:textId="77777777" w:rsidR="00C43469" w:rsidRPr="006F649F" w:rsidRDefault="0074206B" w:rsidP="00C43469">
      <w:pPr>
        <w:pStyle w:val="Paragraphedeliste"/>
        <w:numPr>
          <w:ilvl w:val="0"/>
          <w:numId w:val="32"/>
        </w:numPr>
        <w:spacing w:after="0"/>
      </w:pPr>
      <w:r w:rsidRPr="006F649F">
        <w:rPr>
          <w:sz w:val="21"/>
          <w:szCs w:val="21"/>
        </w:rPr>
        <w:t>Sinon, j’appelle le professeur ou un camarade pour m’expliquer</w:t>
      </w:r>
      <w:r w:rsidR="00C43469" w:rsidRPr="006F649F">
        <w:t>, puis je complète le bilan.</w:t>
      </w:r>
    </w:p>
    <w:p w14:paraId="3BF90060" w14:textId="0ECC9349" w:rsidR="00C43469" w:rsidRPr="006F649F" w:rsidRDefault="00C43469" w:rsidP="003557D5">
      <w:pPr>
        <w:pStyle w:val="Titre1"/>
      </w:pPr>
      <w:r w:rsidRPr="006F649F">
        <w:t>Bilan : je fai</w:t>
      </w:r>
      <w:r w:rsidR="00A23359">
        <w:t>s le point sur mes compétences</w:t>
      </w:r>
    </w:p>
    <w:p w14:paraId="5A903D03" w14:textId="706DCB19" w:rsidR="00C43469" w:rsidRPr="006F649F" w:rsidRDefault="005F6B5A" w:rsidP="003557D5">
      <w:pPr>
        <w:pStyle w:val="Paragraphedeliste"/>
        <w:numPr>
          <w:ilvl w:val="0"/>
          <w:numId w:val="32"/>
        </w:numPr>
        <w:spacing w:beforeAutospacing="0" w:afterAutospacing="0" w:line="480" w:lineRule="auto"/>
      </w:pPr>
      <w:r w:rsidRPr="006F649F">
        <w:t>Avec cette fiche, maintenant je sais</w:t>
      </w:r>
    </w:p>
    <w:p w14:paraId="6A8189A2" w14:textId="1C854926" w:rsidR="00C43469" w:rsidRPr="006F649F" w:rsidRDefault="00C43469" w:rsidP="003557D5">
      <w:pPr>
        <w:spacing w:beforeAutospacing="0" w:afterAutospacing="0" w:line="480" w:lineRule="auto"/>
      </w:pPr>
      <w:r w:rsidRPr="006F649F">
        <w:t>……………………………………………………………………………………………………………………………</w:t>
      </w:r>
    </w:p>
    <w:p w14:paraId="0689FB20" w14:textId="40540076" w:rsidR="00C43469" w:rsidRPr="006F649F" w:rsidRDefault="00C43469" w:rsidP="003557D5">
      <w:pPr>
        <w:spacing w:beforeAutospacing="0" w:afterAutospacing="0" w:line="480" w:lineRule="auto"/>
      </w:pPr>
      <w:r w:rsidRPr="006F649F">
        <w:t>……………………………………………………………………………………………………………………………</w:t>
      </w:r>
    </w:p>
    <w:p w14:paraId="7673A3FC" w14:textId="71A2778C" w:rsidR="00C43469" w:rsidRPr="00A23359" w:rsidRDefault="00C43469" w:rsidP="003557D5">
      <w:pPr>
        <w:spacing w:beforeAutospacing="0" w:afterAutospacing="0" w:line="480" w:lineRule="auto"/>
        <w:rPr>
          <w:i/>
        </w:rPr>
      </w:pPr>
      <w:r w:rsidRPr="006F649F">
        <w:t>……………………………………………………………………………………………………………………………</w:t>
      </w:r>
    </w:p>
    <w:p w14:paraId="4D66DE93" w14:textId="60730B40" w:rsidR="00C43469" w:rsidRPr="00A23359" w:rsidRDefault="00C43469" w:rsidP="003557D5">
      <w:pPr>
        <w:pStyle w:val="Paragraphedeliste"/>
        <w:numPr>
          <w:ilvl w:val="0"/>
          <w:numId w:val="32"/>
        </w:numPr>
        <w:spacing w:beforeAutospacing="0" w:afterAutospacing="0" w:line="480" w:lineRule="auto"/>
        <w:rPr>
          <w:i/>
        </w:rPr>
      </w:pPr>
      <w:r w:rsidRPr="00A23359">
        <w:rPr>
          <w:i/>
        </w:rPr>
        <w:t>Je dois enc</w:t>
      </w:r>
      <w:r w:rsidR="00A23359">
        <w:rPr>
          <w:i/>
        </w:rPr>
        <w:t>ore apprendre ou m’exercer sur</w:t>
      </w:r>
    </w:p>
    <w:p w14:paraId="7E759A1F" w14:textId="3883897E" w:rsidR="00C43469" w:rsidRPr="006F649F" w:rsidRDefault="00C43469" w:rsidP="003557D5">
      <w:pPr>
        <w:spacing w:beforeAutospacing="0" w:afterAutospacing="0" w:line="480" w:lineRule="auto"/>
      </w:pPr>
      <w:r w:rsidRPr="006F649F">
        <w:t>……………………………………………………………………………………………………………………………</w:t>
      </w:r>
    </w:p>
    <w:p w14:paraId="00A6869C" w14:textId="293E6830" w:rsidR="00C43469" w:rsidRPr="006F649F" w:rsidRDefault="00C43469" w:rsidP="003557D5">
      <w:pPr>
        <w:spacing w:beforeAutospacing="0" w:afterAutospacing="0" w:line="480" w:lineRule="auto"/>
      </w:pPr>
      <w:r w:rsidRPr="006F649F">
        <w:t>……………………………………………………………………………………………………………………………</w:t>
      </w:r>
    </w:p>
    <w:p w14:paraId="52C82261" w14:textId="23194491" w:rsidR="00CF05A6" w:rsidRPr="006F649F" w:rsidRDefault="00C43469" w:rsidP="003557D5">
      <w:pPr>
        <w:spacing w:beforeAutospacing="0" w:afterAutospacing="0" w:line="480" w:lineRule="auto"/>
      </w:pPr>
      <w:r w:rsidRPr="006F649F">
        <w:t>……………………………………………………………………………………………………………………………</w:t>
      </w:r>
    </w:p>
    <w:sectPr w:rsidR="00CF05A6" w:rsidRPr="006F649F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77591" w14:textId="77777777" w:rsidR="00CB221D" w:rsidRDefault="00CB221D">
      <w:pPr>
        <w:spacing w:after="0"/>
      </w:pPr>
      <w:r>
        <w:separator/>
      </w:r>
    </w:p>
  </w:endnote>
  <w:endnote w:type="continuationSeparator" w:id="0">
    <w:p w14:paraId="5C7926F7" w14:textId="77777777" w:rsidR="00CB221D" w:rsidRDefault="00CB221D">
      <w:pPr>
        <w:spacing w:after="0"/>
      </w:pPr>
      <w:r>
        <w:continuationSeparator/>
      </w:r>
    </w:p>
  </w:endnote>
  <w:endnote w:type="continuationNotice" w:id="1">
    <w:p w14:paraId="4D066600" w14:textId="77777777" w:rsidR="00CB221D" w:rsidRDefault="00CB221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2F2E7" w14:textId="77777777" w:rsidR="00CB221D" w:rsidRDefault="00CB221D">
      <w:pPr>
        <w:spacing w:after="0"/>
      </w:pPr>
      <w:r>
        <w:separator/>
      </w:r>
    </w:p>
  </w:footnote>
  <w:footnote w:type="continuationSeparator" w:id="0">
    <w:p w14:paraId="26BADBC6" w14:textId="77777777" w:rsidR="00CB221D" w:rsidRDefault="00CB221D">
      <w:pPr>
        <w:spacing w:after="0"/>
      </w:pPr>
      <w:r>
        <w:continuationSeparator/>
      </w:r>
    </w:p>
  </w:footnote>
  <w:footnote w:type="continuationNotice" w:id="1">
    <w:p w14:paraId="0A6C3EFE" w14:textId="77777777" w:rsidR="00CB221D" w:rsidRDefault="00CB221D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78E"/>
    <w:multiLevelType w:val="hybridMultilevel"/>
    <w:tmpl w:val="871E316A"/>
    <w:lvl w:ilvl="0" w:tplc="170A5BAC">
      <w:start w:val="1"/>
      <w:numFmt w:val="decimal"/>
      <w:lvlText w:val="%1."/>
      <w:lvlJc w:val="left"/>
      <w:pPr>
        <w:ind w:left="720" w:hanging="360"/>
      </w:pPr>
    </w:lvl>
    <w:lvl w:ilvl="1" w:tplc="52E8FEC8">
      <w:start w:val="1"/>
      <w:numFmt w:val="lowerLetter"/>
      <w:lvlText w:val="%2."/>
      <w:lvlJc w:val="left"/>
      <w:pPr>
        <w:ind w:left="1440" w:hanging="360"/>
      </w:pPr>
    </w:lvl>
    <w:lvl w:ilvl="2" w:tplc="FFD2E4A4">
      <w:start w:val="1"/>
      <w:numFmt w:val="lowerRoman"/>
      <w:lvlText w:val="%3."/>
      <w:lvlJc w:val="right"/>
      <w:pPr>
        <w:ind w:left="2160" w:hanging="180"/>
      </w:pPr>
    </w:lvl>
    <w:lvl w:ilvl="3" w:tplc="0D9692B6">
      <w:start w:val="1"/>
      <w:numFmt w:val="decimal"/>
      <w:lvlText w:val="%4."/>
      <w:lvlJc w:val="left"/>
      <w:pPr>
        <w:ind w:left="2880" w:hanging="360"/>
      </w:pPr>
    </w:lvl>
    <w:lvl w:ilvl="4" w:tplc="D554742E">
      <w:start w:val="1"/>
      <w:numFmt w:val="lowerLetter"/>
      <w:lvlText w:val="%5."/>
      <w:lvlJc w:val="left"/>
      <w:pPr>
        <w:ind w:left="3600" w:hanging="360"/>
      </w:pPr>
    </w:lvl>
    <w:lvl w:ilvl="5" w:tplc="9C8C2EA0">
      <w:start w:val="1"/>
      <w:numFmt w:val="lowerRoman"/>
      <w:lvlText w:val="%6."/>
      <w:lvlJc w:val="right"/>
      <w:pPr>
        <w:ind w:left="4320" w:hanging="180"/>
      </w:pPr>
    </w:lvl>
    <w:lvl w:ilvl="6" w:tplc="18C8F1FE">
      <w:start w:val="1"/>
      <w:numFmt w:val="decimal"/>
      <w:lvlText w:val="%7."/>
      <w:lvlJc w:val="left"/>
      <w:pPr>
        <w:ind w:left="5040" w:hanging="360"/>
      </w:pPr>
    </w:lvl>
    <w:lvl w:ilvl="7" w:tplc="4BC42E50">
      <w:start w:val="1"/>
      <w:numFmt w:val="lowerLetter"/>
      <w:lvlText w:val="%8."/>
      <w:lvlJc w:val="left"/>
      <w:pPr>
        <w:ind w:left="5760" w:hanging="360"/>
      </w:pPr>
    </w:lvl>
    <w:lvl w:ilvl="8" w:tplc="2C4E28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26BD8"/>
    <w:multiLevelType w:val="hybridMultilevel"/>
    <w:tmpl w:val="1EECACF0"/>
    <w:lvl w:ilvl="0" w:tplc="E6FCF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47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FC8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A7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A24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43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A4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4F7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06B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C3C5A"/>
    <w:multiLevelType w:val="hybridMultilevel"/>
    <w:tmpl w:val="080E53D8"/>
    <w:lvl w:ilvl="0" w:tplc="05D2B84A">
      <w:start w:val="1"/>
      <w:numFmt w:val="decimal"/>
      <w:lvlText w:val="%1."/>
      <w:lvlJc w:val="left"/>
      <w:pPr>
        <w:ind w:left="643" w:hanging="360"/>
      </w:pPr>
    </w:lvl>
    <w:lvl w:ilvl="1" w:tplc="661007E4">
      <w:start w:val="1"/>
      <w:numFmt w:val="lowerLetter"/>
      <w:lvlText w:val="%2."/>
      <w:lvlJc w:val="left"/>
      <w:pPr>
        <w:ind w:left="1363" w:hanging="360"/>
      </w:pPr>
    </w:lvl>
    <w:lvl w:ilvl="2" w:tplc="F92C9E8C">
      <w:start w:val="1"/>
      <w:numFmt w:val="lowerRoman"/>
      <w:lvlText w:val="%3."/>
      <w:lvlJc w:val="right"/>
      <w:pPr>
        <w:ind w:left="2083" w:hanging="180"/>
      </w:pPr>
    </w:lvl>
    <w:lvl w:ilvl="3" w:tplc="E3280F26">
      <w:start w:val="1"/>
      <w:numFmt w:val="decimal"/>
      <w:lvlText w:val="%4."/>
      <w:lvlJc w:val="left"/>
      <w:pPr>
        <w:ind w:left="2803" w:hanging="360"/>
      </w:pPr>
    </w:lvl>
    <w:lvl w:ilvl="4" w:tplc="6D76AB6E">
      <w:start w:val="1"/>
      <w:numFmt w:val="lowerLetter"/>
      <w:lvlText w:val="%5."/>
      <w:lvlJc w:val="left"/>
      <w:pPr>
        <w:ind w:left="3523" w:hanging="360"/>
      </w:pPr>
    </w:lvl>
    <w:lvl w:ilvl="5" w:tplc="38BA87B0">
      <w:start w:val="1"/>
      <w:numFmt w:val="lowerRoman"/>
      <w:lvlText w:val="%6."/>
      <w:lvlJc w:val="right"/>
      <w:pPr>
        <w:ind w:left="4243" w:hanging="180"/>
      </w:pPr>
    </w:lvl>
    <w:lvl w:ilvl="6" w:tplc="CAE68154">
      <w:start w:val="1"/>
      <w:numFmt w:val="decimal"/>
      <w:lvlText w:val="%7."/>
      <w:lvlJc w:val="left"/>
      <w:pPr>
        <w:ind w:left="4963" w:hanging="360"/>
      </w:pPr>
    </w:lvl>
    <w:lvl w:ilvl="7" w:tplc="DD3A975A">
      <w:start w:val="1"/>
      <w:numFmt w:val="lowerLetter"/>
      <w:lvlText w:val="%8."/>
      <w:lvlJc w:val="left"/>
      <w:pPr>
        <w:ind w:left="5683" w:hanging="360"/>
      </w:pPr>
    </w:lvl>
    <w:lvl w:ilvl="8" w:tplc="BD1A20E0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FB4772E"/>
    <w:multiLevelType w:val="hybridMultilevel"/>
    <w:tmpl w:val="EA2C4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E51DD"/>
    <w:multiLevelType w:val="hybridMultilevel"/>
    <w:tmpl w:val="C15C6CE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64E64"/>
    <w:multiLevelType w:val="hybridMultilevel"/>
    <w:tmpl w:val="2DCE7E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245F3"/>
    <w:multiLevelType w:val="hybridMultilevel"/>
    <w:tmpl w:val="64BA9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006C6"/>
    <w:multiLevelType w:val="hybridMultilevel"/>
    <w:tmpl w:val="F2D44A94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156671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14E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E8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F2D6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47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925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65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C05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8312B"/>
    <w:multiLevelType w:val="hybridMultilevel"/>
    <w:tmpl w:val="A6BE7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97369"/>
    <w:multiLevelType w:val="hybridMultilevel"/>
    <w:tmpl w:val="C714EA2E"/>
    <w:lvl w:ilvl="0" w:tplc="8F0E9B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EC07F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C9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8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A1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4CA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6D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16B3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E2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47EF0"/>
    <w:multiLevelType w:val="hybridMultilevel"/>
    <w:tmpl w:val="30DA89B2"/>
    <w:lvl w:ilvl="0" w:tplc="F77E4E5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6C48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2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4D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666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A0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EB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CA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046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B1E12"/>
    <w:multiLevelType w:val="hybridMultilevel"/>
    <w:tmpl w:val="88024498"/>
    <w:lvl w:ilvl="0" w:tplc="ECAAF4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4424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69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04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0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328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E4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A07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EF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D5C18"/>
    <w:multiLevelType w:val="hybridMultilevel"/>
    <w:tmpl w:val="82E4E878"/>
    <w:lvl w:ilvl="0" w:tplc="E404179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11C6E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E8E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01A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E82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23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21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652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A1B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E"/>
    <w:multiLevelType w:val="hybridMultilevel"/>
    <w:tmpl w:val="89949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143FC"/>
    <w:multiLevelType w:val="hybridMultilevel"/>
    <w:tmpl w:val="95A8C8BA"/>
    <w:lvl w:ilvl="0" w:tplc="0380A608">
      <w:start w:val="1"/>
      <w:numFmt w:val="decimal"/>
      <w:lvlText w:val="%1."/>
      <w:lvlJc w:val="left"/>
      <w:pPr>
        <w:ind w:left="1494" w:hanging="360"/>
      </w:pPr>
    </w:lvl>
    <w:lvl w:ilvl="1" w:tplc="0A6AD5EA">
      <w:start w:val="1"/>
      <w:numFmt w:val="lowerLetter"/>
      <w:lvlText w:val="%2."/>
      <w:lvlJc w:val="left"/>
      <w:pPr>
        <w:ind w:left="2214" w:hanging="360"/>
      </w:pPr>
    </w:lvl>
    <w:lvl w:ilvl="2" w:tplc="1A3837F6">
      <w:start w:val="1"/>
      <w:numFmt w:val="lowerRoman"/>
      <w:lvlText w:val="%3."/>
      <w:lvlJc w:val="right"/>
      <w:pPr>
        <w:ind w:left="2934" w:hanging="180"/>
      </w:pPr>
    </w:lvl>
    <w:lvl w:ilvl="3" w:tplc="47BEC92C">
      <w:start w:val="1"/>
      <w:numFmt w:val="decimal"/>
      <w:lvlText w:val="%4."/>
      <w:lvlJc w:val="left"/>
      <w:pPr>
        <w:ind w:left="3654" w:hanging="360"/>
      </w:pPr>
    </w:lvl>
    <w:lvl w:ilvl="4" w:tplc="54920120">
      <w:start w:val="1"/>
      <w:numFmt w:val="lowerLetter"/>
      <w:lvlText w:val="%5."/>
      <w:lvlJc w:val="left"/>
      <w:pPr>
        <w:ind w:left="4374" w:hanging="360"/>
      </w:pPr>
    </w:lvl>
    <w:lvl w:ilvl="5" w:tplc="88B40C88">
      <w:start w:val="1"/>
      <w:numFmt w:val="lowerRoman"/>
      <w:lvlText w:val="%6."/>
      <w:lvlJc w:val="right"/>
      <w:pPr>
        <w:ind w:left="5094" w:hanging="180"/>
      </w:pPr>
    </w:lvl>
    <w:lvl w:ilvl="6" w:tplc="33582D30">
      <w:start w:val="1"/>
      <w:numFmt w:val="decimal"/>
      <w:lvlText w:val="%7."/>
      <w:lvlJc w:val="left"/>
      <w:pPr>
        <w:ind w:left="5814" w:hanging="360"/>
      </w:pPr>
    </w:lvl>
    <w:lvl w:ilvl="7" w:tplc="D886458E">
      <w:start w:val="1"/>
      <w:numFmt w:val="lowerLetter"/>
      <w:lvlText w:val="%8."/>
      <w:lvlJc w:val="left"/>
      <w:pPr>
        <w:ind w:left="6534" w:hanging="360"/>
      </w:pPr>
    </w:lvl>
    <w:lvl w:ilvl="8" w:tplc="D1123A18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C1953"/>
    <w:multiLevelType w:val="hybridMultilevel"/>
    <w:tmpl w:val="F174A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80B7D"/>
    <w:multiLevelType w:val="hybridMultilevel"/>
    <w:tmpl w:val="D2E4F21C"/>
    <w:lvl w:ilvl="0" w:tplc="E772807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BA43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581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07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4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3EC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5C6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22DA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8E3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029E9"/>
    <w:multiLevelType w:val="hybridMultilevel"/>
    <w:tmpl w:val="13A89AF2"/>
    <w:lvl w:ilvl="0" w:tplc="B7BEAD98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C9E6CEE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59D0E28E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3" w:tplc="06B6BB5E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ACFCC1F2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E252EE28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ED64EAC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9F76E06C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F66D8C2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3B7F298D"/>
    <w:multiLevelType w:val="hybridMultilevel"/>
    <w:tmpl w:val="98D21F78"/>
    <w:lvl w:ilvl="0" w:tplc="C448B6B8">
      <w:start w:val="1"/>
      <w:numFmt w:val="lowerLetter"/>
      <w:lvlText w:val="%1)"/>
      <w:lvlJc w:val="left"/>
      <w:pPr>
        <w:ind w:left="1494" w:hanging="360"/>
      </w:pPr>
    </w:lvl>
    <w:lvl w:ilvl="1" w:tplc="60D2EC64">
      <w:start w:val="1"/>
      <w:numFmt w:val="lowerLetter"/>
      <w:lvlText w:val="%2."/>
      <w:lvlJc w:val="left"/>
      <w:pPr>
        <w:ind w:left="2214" w:hanging="360"/>
      </w:pPr>
    </w:lvl>
    <w:lvl w:ilvl="2" w:tplc="55B68C4E">
      <w:start w:val="1"/>
      <w:numFmt w:val="lowerRoman"/>
      <w:lvlText w:val="%3."/>
      <w:lvlJc w:val="right"/>
      <w:pPr>
        <w:ind w:left="2934" w:hanging="180"/>
      </w:pPr>
    </w:lvl>
    <w:lvl w:ilvl="3" w:tplc="10C6C744">
      <w:start w:val="1"/>
      <w:numFmt w:val="decimal"/>
      <w:lvlText w:val="%4."/>
      <w:lvlJc w:val="left"/>
      <w:pPr>
        <w:ind w:left="3654" w:hanging="360"/>
      </w:pPr>
    </w:lvl>
    <w:lvl w:ilvl="4" w:tplc="0E403236">
      <w:start w:val="1"/>
      <w:numFmt w:val="lowerLetter"/>
      <w:lvlText w:val="%5."/>
      <w:lvlJc w:val="left"/>
      <w:pPr>
        <w:ind w:left="4374" w:hanging="360"/>
      </w:pPr>
    </w:lvl>
    <w:lvl w:ilvl="5" w:tplc="9EF0E298">
      <w:start w:val="1"/>
      <w:numFmt w:val="lowerRoman"/>
      <w:lvlText w:val="%6."/>
      <w:lvlJc w:val="right"/>
      <w:pPr>
        <w:ind w:left="5094" w:hanging="180"/>
      </w:pPr>
    </w:lvl>
    <w:lvl w:ilvl="6" w:tplc="871EFB06">
      <w:start w:val="1"/>
      <w:numFmt w:val="decimal"/>
      <w:lvlText w:val="%7."/>
      <w:lvlJc w:val="left"/>
      <w:pPr>
        <w:ind w:left="5814" w:hanging="360"/>
      </w:pPr>
    </w:lvl>
    <w:lvl w:ilvl="7" w:tplc="A4D02BAE">
      <w:start w:val="1"/>
      <w:numFmt w:val="lowerLetter"/>
      <w:lvlText w:val="%8."/>
      <w:lvlJc w:val="left"/>
      <w:pPr>
        <w:ind w:left="6534" w:hanging="360"/>
      </w:pPr>
    </w:lvl>
    <w:lvl w:ilvl="8" w:tplc="3E00EE3C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3ED24FDB"/>
    <w:multiLevelType w:val="hybridMultilevel"/>
    <w:tmpl w:val="21062D62"/>
    <w:lvl w:ilvl="0" w:tplc="4D1ED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26307"/>
    <w:multiLevelType w:val="hybridMultilevel"/>
    <w:tmpl w:val="9AB0FF22"/>
    <w:lvl w:ilvl="0" w:tplc="625CD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4EE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8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8B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8E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EB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6D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465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A00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A2E69"/>
    <w:multiLevelType w:val="hybridMultilevel"/>
    <w:tmpl w:val="61985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F65D00"/>
    <w:multiLevelType w:val="hybridMultilevel"/>
    <w:tmpl w:val="7598D02C"/>
    <w:lvl w:ilvl="0" w:tplc="F6D01E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5D0FA7"/>
    <w:multiLevelType w:val="hybridMultilevel"/>
    <w:tmpl w:val="3C54D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A6139"/>
    <w:multiLevelType w:val="hybridMultilevel"/>
    <w:tmpl w:val="40C2C7DC"/>
    <w:lvl w:ilvl="0" w:tplc="BB3C9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EE0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5E2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25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A1B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4F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A3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8F4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BCF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C1625E"/>
    <w:multiLevelType w:val="hybridMultilevel"/>
    <w:tmpl w:val="1060B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F76B3C"/>
    <w:multiLevelType w:val="hybridMultilevel"/>
    <w:tmpl w:val="233E50AE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06626042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17324D00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57B66E3C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67C8ECFA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EFB204B4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A89E61BA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886617A4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361EAE90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5" w15:restartNumberingAfterBreak="0">
    <w:nsid w:val="68DD270B"/>
    <w:multiLevelType w:val="hybridMultilevel"/>
    <w:tmpl w:val="0F1A95A6"/>
    <w:lvl w:ilvl="0" w:tplc="8B68AE1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C9CFB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A62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C1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1C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5C8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0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20A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AF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08448F"/>
    <w:multiLevelType w:val="hybridMultilevel"/>
    <w:tmpl w:val="EA9C275A"/>
    <w:lvl w:ilvl="0" w:tplc="23886216">
      <w:start w:val="1"/>
      <w:numFmt w:val="decimal"/>
      <w:lvlText w:val="%1."/>
      <w:lvlJc w:val="left"/>
      <w:pPr>
        <w:ind w:left="360" w:hanging="360"/>
      </w:pPr>
    </w:lvl>
    <w:lvl w:ilvl="1" w:tplc="3DB6D61A">
      <w:start w:val="1"/>
      <w:numFmt w:val="lowerLetter"/>
      <w:lvlText w:val="%2."/>
      <w:lvlJc w:val="left"/>
      <w:pPr>
        <w:ind w:left="1080" w:hanging="360"/>
      </w:pPr>
    </w:lvl>
    <w:lvl w:ilvl="2" w:tplc="640A489E">
      <w:start w:val="1"/>
      <w:numFmt w:val="lowerRoman"/>
      <w:lvlText w:val="%3."/>
      <w:lvlJc w:val="right"/>
      <w:pPr>
        <w:ind w:left="1800" w:hanging="180"/>
      </w:pPr>
    </w:lvl>
    <w:lvl w:ilvl="3" w:tplc="304AF66E">
      <w:start w:val="1"/>
      <w:numFmt w:val="decimal"/>
      <w:lvlText w:val="%4."/>
      <w:lvlJc w:val="left"/>
      <w:pPr>
        <w:ind w:left="2520" w:hanging="360"/>
      </w:pPr>
    </w:lvl>
    <w:lvl w:ilvl="4" w:tplc="950EA054">
      <w:start w:val="1"/>
      <w:numFmt w:val="lowerLetter"/>
      <w:lvlText w:val="%5."/>
      <w:lvlJc w:val="left"/>
      <w:pPr>
        <w:ind w:left="3240" w:hanging="360"/>
      </w:pPr>
    </w:lvl>
    <w:lvl w:ilvl="5" w:tplc="28F6CF08">
      <w:start w:val="1"/>
      <w:numFmt w:val="lowerRoman"/>
      <w:lvlText w:val="%6."/>
      <w:lvlJc w:val="right"/>
      <w:pPr>
        <w:ind w:left="3960" w:hanging="180"/>
      </w:pPr>
    </w:lvl>
    <w:lvl w:ilvl="6" w:tplc="0E52A6F0">
      <w:start w:val="1"/>
      <w:numFmt w:val="decimal"/>
      <w:lvlText w:val="%7."/>
      <w:lvlJc w:val="left"/>
      <w:pPr>
        <w:ind w:left="4680" w:hanging="360"/>
      </w:pPr>
    </w:lvl>
    <w:lvl w:ilvl="7" w:tplc="BBCAE0A0">
      <w:start w:val="1"/>
      <w:numFmt w:val="lowerLetter"/>
      <w:lvlText w:val="%8."/>
      <w:lvlJc w:val="left"/>
      <w:pPr>
        <w:ind w:left="5400" w:hanging="360"/>
      </w:pPr>
    </w:lvl>
    <w:lvl w:ilvl="8" w:tplc="F11A0342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2B05B7"/>
    <w:multiLevelType w:val="hybridMultilevel"/>
    <w:tmpl w:val="E04C7316"/>
    <w:lvl w:ilvl="0" w:tplc="70947698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11EA7C4E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5F9E89FE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5A60ABF0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92A2D99C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D6866CF8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CAF0E754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7B0444E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49EF4E6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 w15:restartNumberingAfterBreak="0">
    <w:nsid w:val="72697409"/>
    <w:multiLevelType w:val="hybridMultilevel"/>
    <w:tmpl w:val="B5F6370C"/>
    <w:lvl w:ilvl="0" w:tplc="135C341A">
      <w:start w:val="1"/>
      <w:numFmt w:val="decimal"/>
      <w:lvlText w:val="%1."/>
      <w:lvlJc w:val="left"/>
      <w:pPr>
        <w:ind w:left="720" w:hanging="360"/>
      </w:pPr>
    </w:lvl>
    <w:lvl w:ilvl="1" w:tplc="4E64D1BE">
      <w:start w:val="1"/>
      <w:numFmt w:val="lowerLetter"/>
      <w:lvlText w:val="%2."/>
      <w:lvlJc w:val="left"/>
      <w:pPr>
        <w:ind w:left="1440" w:hanging="360"/>
      </w:pPr>
    </w:lvl>
    <w:lvl w:ilvl="2" w:tplc="F00A314E">
      <w:start w:val="1"/>
      <w:numFmt w:val="lowerRoman"/>
      <w:lvlText w:val="%3."/>
      <w:lvlJc w:val="right"/>
      <w:pPr>
        <w:ind w:left="2160" w:hanging="180"/>
      </w:pPr>
    </w:lvl>
    <w:lvl w:ilvl="3" w:tplc="E32830E2">
      <w:start w:val="1"/>
      <w:numFmt w:val="decimal"/>
      <w:lvlText w:val="%4."/>
      <w:lvlJc w:val="left"/>
      <w:pPr>
        <w:ind w:left="2880" w:hanging="360"/>
      </w:pPr>
    </w:lvl>
    <w:lvl w:ilvl="4" w:tplc="A97A35C0">
      <w:start w:val="1"/>
      <w:numFmt w:val="lowerLetter"/>
      <w:lvlText w:val="%5."/>
      <w:lvlJc w:val="left"/>
      <w:pPr>
        <w:ind w:left="3600" w:hanging="360"/>
      </w:pPr>
    </w:lvl>
    <w:lvl w:ilvl="5" w:tplc="8C6A3A60">
      <w:start w:val="1"/>
      <w:numFmt w:val="lowerRoman"/>
      <w:lvlText w:val="%6."/>
      <w:lvlJc w:val="right"/>
      <w:pPr>
        <w:ind w:left="4320" w:hanging="180"/>
      </w:pPr>
    </w:lvl>
    <w:lvl w:ilvl="6" w:tplc="BEB254A0">
      <w:start w:val="1"/>
      <w:numFmt w:val="decimal"/>
      <w:lvlText w:val="%7."/>
      <w:lvlJc w:val="left"/>
      <w:pPr>
        <w:ind w:left="5040" w:hanging="360"/>
      </w:pPr>
    </w:lvl>
    <w:lvl w:ilvl="7" w:tplc="15FCBCF6">
      <w:start w:val="1"/>
      <w:numFmt w:val="lowerLetter"/>
      <w:lvlText w:val="%8."/>
      <w:lvlJc w:val="left"/>
      <w:pPr>
        <w:ind w:left="5760" w:hanging="360"/>
      </w:pPr>
    </w:lvl>
    <w:lvl w:ilvl="8" w:tplc="E2C4F92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B181D"/>
    <w:multiLevelType w:val="hybridMultilevel"/>
    <w:tmpl w:val="A1EEB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173EF"/>
    <w:multiLevelType w:val="hybridMultilevel"/>
    <w:tmpl w:val="BE32126E"/>
    <w:lvl w:ilvl="0" w:tplc="6CEAD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6AA9AC">
      <w:start w:val="1"/>
      <w:numFmt w:val="lowerLetter"/>
      <w:lvlText w:val="%2."/>
      <w:lvlJc w:val="left"/>
      <w:pPr>
        <w:ind w:left="1440" w:hanging="360"/>
      </w:pPr>
    </w:lvl>
    <w:lvl w:ilvl="2" w:tplc="BB58A406">
      <w:start w:val="1"/>
      <w:numFmt w:val="lowerRoman"/>
      <w:lvlText w:val="%3."/>
      <w:lvlJc w:val="right"/>
      <w:pPr>
        <w:ind w:left="2160" w:hanging="180"/>
      </w:pPr>
    </w:lvl>
    <w:lvl w:ilvl="3" w:tplc="23782AE6">
      <w:start w:val="1"/>
      <w:numFmt w:val="decimal"/>
      <w:lvlText w:val="%4."/>
      <w:lvlJc w:val="left"/>
      <w:pPr>
        <w:ind w:left="2880" w:hanging="360"/>
      </w:pPr>
    </w:lvl>
    <w:lvl w:ilvl="4" w:tplc="10281B72">
      <w:start w:val="1"/>
      <w:numFmt w:val="lowerLetter"/>
      <w:lvlText w:val="%5."/>
      <w:lvlJc w:val="left"/>
      <w:pPr>
        <w:ind w:left="3600" w:hanging="360"/>
      </w:pPr>
    </w:lvl>
    <w:lvl w:ilvl="5" w:tplc="6DAE359A">
      <w:start w:val="1"/>
      <w:numFmt w:val="lowerRoman"/>
      <w:lvlText w:val="%6."/>
      <w:lvlJc w:val="right"/>
      <w:pPr>
        <w:ind w:left="4320" w:hanging="180"/>
      </w:pPr>
    </w:lvl>
    <w:lvl w:ilvl="6" w:tplc="A9466CAC">
      <w:start w:val="1"/>
      <w:numFmt w:val="decimal"/>
      <w:lvlText w:val="%7."/>
      <w:lvlJc w:val="left"/>
      <w:pPr>
        <w:ind w:left="5040" w:hanging="360"/>
      </w:pPr>
    </w:lvl>
    <w:lvl w:ilvl="7" w:tplc="5C94FCA2">
      <w:start w:val="1"/>
      <w:numFmt w:val="lowerLetter"/>
      <w:lvlText w:val="%8."/>
      <w:lvlJc w:val="left"/>
      <w:pPr>
        <w:ind w:left="5760" w:hanging="360"/>
      </w:pPr>
    </w:lvl>
    <w:lvl w:ilvl="8" w:tplc="6E3EBA3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2"/>
  </w:num>
  <w:num w:numId="3">
    <w:abstractNumId w:val="0"/>
  </w:num>
  <w:num w:numId="4">
    <w:abstractNumId w:val="38"/>
  </w:num>
  <w:num w:numId="5">
    <w:abstractNumId w:val="1"/>
  </w:num>
  <w:num w:numId="6">
    <w:abstractNumId w:val="34"/>
  </w:num>
  <w:num w:numId="7">
    <w:abstractNumId w:val="15"/>
  </w:num>
  <w:num w:numId="8">
    <w:abstractNumId w:val="25"/>
  </w:num>
  <w:num w:numId="9">
    <w:abstractNumId w:val="13"/>
  </w:num>
  <w:num w:numId="10">
    <w:abstractNumId w:val="21"/>
  </w:num>
  <w:num w:numId="11">
    <w:abstractNumId w:val="37"/>
  </w:num>
  <w:num w:numId="12">
    <w:abstractNumId w:val="14"/>
  </w:num>
  <w:num w:numId="13">
    <w:abstractNumId w:val="2"/>
  </w:num>
  <w:num w:numId="14">
    <w:abstractNumId w:val="12"/>
  </w:num>
  <w:num w:numId="15">
    <w:abstractNumId w:val="36"/>
  </w:num>
  <w:num w:numId="16">
    <w:abstractNumId w:val="42"/>
  </w:num>
  <w:num w:numId="17">
    <w:abstractNumId w:val="35"/>
  </w:num>
  <w:num w:numId="18">
    <w:abstractNumId w:val="20"/>
  </w:num>
  <w:num w:numId="19">
    <w:abstractNumId w:val="17"/>
  </w:num>
  <w:num w:numId="20">
    <w:abstractNumId w:val="22"/>
  </w:num>
  <w:num w:numId="21">
    <w:abstractNumId w:val="6"/>
  </w:num>
  <w:num w:numId="22">
    <w:abstractNumId w:val="26"/>
  </w:num>
  <w:num w:numId="23">
    <w:abstractNumId w:val="5"/>
  </w:num>
  <w:num w:numId="24">
    <w:abstractNumId w:val="29"/>
  </w:num>
  <w:num w:numId="25">
    <w:abstractNumId w:val="19"/>
  </w:num>
  <w:num w:numId="26">
    <w:abstractNumId w:val="4"/>
  </w:num>
  <w:num w:numId="27">
    <w:abstractNumId w:val="3"/>
  </w:num>
  <w:num w:numId="28">
    <w:abstractNumId w:val="40"/>
  </w:num>
  <w:num w:numId="29">
    <w:abstractNumId w:val="33"/>
  </w:num>
  <w:num w:numId="30">
    <w:abstractNumId w:val="27"/>
  </w:num>
  <w:num w:numId="31">
    <w:abstractNumId w:val="23"/>
  </w:num>
  <w:num w:numId="32">
    <w:abstractNumId w:val="41"/>
  </w:num>
  <w:num w:numId="33">
    <w:abstractNumId w:val="16"/>
  </w:num>
  <w:num w:numId="34">
    <w:abstractNumId w:val="10"/>
  </w:num>
  <w:num w:numId="35">
    <w:abstractNumId w:val="7"/>
  </w:num>
  <w:num w:numId="36">
    <w:abstractNumId w:val="9"/>
  </w:num>
  <w:num w:numId="37">
    <w:abstractNumId w:val="30"/>
  </w:num>
  <w:num w:numId="38">
    <w:abstractNumId w:val="11"/>
  </w:num>
  <w:num w:numId="39">
    <w:abstractNumId w:val="39"/>
  </w:num>
  <w:num w:numId="40">
    <w:abstractNumId w:val="24"/>
  </w:num>
  <w:num w:numId="41">
    <w:abstractNumId w:val="28"/>
  </w:num>
  <w:num w:numId="42">
    <w:abstractNumId w:val="31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B5"/>
    <w:rsid w:val="000166BF"/>
    <w:rsid w:val="00020F44"/>
    <w:rsid w:val="0002220C"/>
    <w:rsid w:val="00047734"/>
    <w:rsid w:val="00055DEE"/>
    <w:rsid w:val="0006174F"/>
    <w:rsid w:val="00066072"/>
    <w:rsid w:val="00087417"/>
    <w:rsid w:val="000B5F87"/>
    <w:rsid w:val="000C3B8A"/>
    <w:rsid w:val="000C6F63"/>
    <w:rsid w:val="000E02AE"/>
    <w:rsid w:val="000E4840"/>
    <w:rsid w:val="000E7CDA"/>
    <w:rsid w:val="000F1356"/>
    <w:rsid w:val="000F5ED4"/>
    <w:rsid w:val="00100631"/>
    <w:rsid w:val="0010320A"/>
    <w:rsid w:val="001126DE"/>
    <w:rsid w:val="001134A1"/>
    <w:rsid w:val="00125F18"/>
    <w:rsid w:val="0015084B"/>
    <w:rsid w:val="00153775"/>
    <w:rsid w:val="00171D7D"/>
    <w:rsid w:val="00171F3B"/>
    <w:rsid w:val="00173D7A"/>
    <w:rsid w:val="0018239C"/>
    <w:rsid w:val="0018550E"/>
    <w:rsid w:val="00192694"/>
    <w:rsid w:val="00193EC9"/>
    <w:rsid w:val="001A384D"/>
    <w:rsid w:val="001B0619"/>
    <w:rsid w:val="001C0948"/>
    <w:rsid w:val="001C1CB8"/>
    <w:rsid w:val="001D4CBF"/>
    <w:rsid w:val="001E220A"/>
    <w:rsid w:val="001F2E5B"/>
    <w:rsid w:val="001F4BEC"/>
    <w:rsid w:val="00201A54"/>
    <w:rsid w:val="00201ABC"/>
    <w:rsid w:val="00203051"/>
    <w:rsid w:val="002046DD"/>
    <w:rsid w:val="002163F0"/>
    <w:rsid w:val="0022048B"/>
    <w:rsid w:val="002312EF"/>
    <w:rsid w:val="00231DFC"/>
    <w:rsid w:val="00235A9E"/>
    <w:rsid w:val="00237BD0"/>
    <w:rsid w:val="00241CEE"/>
    <w:rsid w:val="00244976"/>
    <w:rsid w:val="0025449F"/>
    <w:rsid w:val="00257B95"/>
    <w:rsid w:val="0027488B"/>
    <w:rsid w:val="00276B78"/>
    <w:rsid w:val="0027796F"/>
    <w:rsid w:val="00286D6D"/>
    <w:rsid w:val="0029252B"/>
    <w:rsid w:val="002A13E2"/>
    <w:rsid w:val="002B30B6"/>
    <w:rsid w:val="002E2247"/>
    <w:rsid w:val="002E27F9"/>
    <w:rsid w:val="002F112D"/>
    <w:rsid w:val="00310A78"/>
    <w:rsid w:val="0031323A"/>
    <w:rsid w:val="0032712A"/>
    <w:rsid w:val="0032775E"/>
    <w:rsid w:val="003419EA"/>
    <w:rsid w:val="00346150"/>
    <w:rsid w:val="003557D5"/>
    <w:rsid w:val="00375819"/>
    <w:rsid w:val="00386A59"/>
    <w:rsid w:val="00391B90"/>
    <w:rsid w:val="00394D85"/>
    <w:rsid w:val="00396F97"/>
    <w:rsid w:val="003C0FA7"/>
    <w:rsid w:val="003C17D3"/>
    <w:rsid w:val="003D07FA"/>
    <w:rsid w:val="003E227F"/>
    <w:rsid w:val="003F4B1B"/>
    <w:rsid w:val="00410D80"/>
    <w:rsid w:val="00410F9B"/>
    <w:rsid w:val="00415C20"/>
    <w:rsid w:val="00417650"/>
    <w:rsid w:val="00424DE0"/>
    <w:rsid w:val="00427F1F"/>
    <w:rsid w:val="00436AEE"/>
    <w:rsid w:val="00450340"/>
    <w:rsid w:val="00452D06"/>
    <w:rsid w:val="00454DBC"/>
    <w:rsid w:val="00456AFF"/>
    <w:rsid w:val="00475487"/>
    <w:rsid w:val="00482DE7"/>
    <w:rsid w:val="0049453A"/>
    <w:rsid w:val="00494914"/>
    <w:rsid w:val="004952D3"/>
    <w:rsid w:val="0049628F"/>
    <w:rsid w:val="004A1229"/>
    <w:rsid w:val="004C1831"/>
    <w:rsid w:val="004D1D7A"/>
    <w:rsid w:val="004E31DC"/>
    <w:rsid w:val="004E3949"/>
    <w:rsid w:val="004E3DDD"/>
    <w:rsid w:val="004F59B1"/>
    <w:rsid w:val="004F750A"/>
    <w:rsid w:val="00500DC5"/>
    <w:rsid w:val="00506080"/>
    <w:rsid w:val="00543A8F"/>
    <w:rsid w:val="005467EB"/>
    <w:rsid w:val="0054682E"/>
    <w:rsid w:val="00574B5D"/>
    <w:rsid w:val="00575A08"/>
    <w:rsid w:val="005876B0"/>
    <w:rsid w:val="00596F95"/>
    <w:rsid w:val="005A0982"/>
    <w:rsid w:val="005A59E6"/>
    <w:rsid w:val="005B7F25"/>
    <w:rsid w:val="005C56EF"/>
    <w:rsid w:val="005E6A07"/>
    <w:rsid w:val="005F00C3"/>
    <w:rsid w:val="005F6B5A"/>
    <w:rsid w:val="006163B5"/>
    <w:rsid w:val="00621DA1"/>
    <w:rsid w:val="0063730D"/>
    <w:rsid w:val="006460A9"/>
    <w:rsid w:val="00647C17"/>
    <w:rsid w:val="00666DA9"/>
    <w:rsid w:val="00670FF4"/>
    <w:rsid w:val="006743BE"/>
    <w:rsid w:val="00683462"/>
    <w:rsid w:val="00690344"/>
    <w:rsid w:val="00692C51"/>
    <w:rsid w:val="00694D51"/>
    <w:rsid w:val="006977C4"/>
    <w:rsid w:val="006A5C6B"/>
    <w:rsid w:val="006B560E"/>
    <w:rsid w:val="006C5A9C"/>
    <w:rsid w:val="006C5AA0"/>
    <w:rsid w:val="006D78AD"/>
    <w:rsid w:val="006F515F"/>
    <w:rsid w:val="006F649F"/>
    <w:rsid w:val="007039AB"/>
    <w:rsid w:val="00716EEB"/>
    <w:rsid w:val="007352F4"/>
    <w:rsid w:val="00740083"/>
    <w:rsid w:val="0074206B"/>
    <w:rsid w:val="0074521A"/>
    <w:rsid w:val="007571D9"/>
    <w:rsid w:val="00765F8A"/>
    <w:rsid w:val="0077606A"/>
    <w:rsid w:val="00780DE5"/>
    <w:rsid w:val="00782662"/>
    <w:rsid w:val="00783449"/>
    <w:rsid w:val="00796D1C"/>
    <w:rsid w:val="007B349A"/>
    <w:rsid w:val="007B399A"/>
    <w:rsid w:val="007B4C84"/>
    <w:rsid w:val="007B55F8"/>
    <w:rsid w:val="007C0EF0"/>
    <w:rsid w:val="007C1B99"/>
    <w:rsid w:val="007C3CC1"/>
    <w:rsid w:val="007D5842"/>
    <w:rsid w:val="007D7986"/>
    <w:rsid w:val="007D7DBD"/>
    <w:rsid w:val="007E0096"/>
    <w:rsid w:val="007E53E3"/>
    <w:rsid w:val="007F32B8"/>
    <w:rsid w:val="00806C94"/>
    <w:rsid w:val="008157FF"/>
    <w:rsid w:val="00815FF3"/>
    <w:rsid w:val="0082626C"/>
    <w:rsid w:val="0084370F"/>
    <w:rsid w:val="00847104"/>
    <w:rsid w:val="00853E9D"/>
    <w:rsid w:val="00871C92"/>
    <w:rsid w:val="00872F90"/>
    <w:rsid w:val="00894583"/>
    <w:rsid w:val="00896E3A"/>
    <w:rsid w:val="008A044E"/>
    <w:rsid w:val="008B3909"/>
    <w:rsid w:val="008D5B6B"/>
    <w:rsid w:val="008E1497"/>
    <w:rsid w:val="008F02DB"/>
    <w:rsid w:val="00920512"/>
    <w:rsid w:val="009212F7"/>
    <w:rsid w:val="00925200"/>
    <w:rsid w:val="00934B2F"/>
    <w:rsid w:val="009465DD"/>
    <w:rsid w:val="00971F13"/>
    <w:rsid w:val="0097228E"/>
    <w:rsid w:val="00983E1E"/>
    <w:rsid w:val="00987A83"/>
    <w:rsid w:val="009A5344"/>
    <w:rsid w:val="009A5683"/>
    <w:rsid w:val="009A5A76"/>
    <w:rsid w:val="009A7E31"/>
    <w:rsid w:val="009A7EB7"/>
    <w:rsid w:val="009B1DC4"/>
    <w:rsid w:val="009C450E"/>
    <w:rsid w:val="009C659C"/>
    <w:rsid w:val="009C7AFF"/>
    <w:rsid w:val="009D0060"/>
    <w:rsid w:val="009D0F8E"/>
    <w:rsid w:val="009D2555"/>
    <w:rsid w:val="009D4C1B"/>
    <w:rsid w:val="009E4C13"/>
    <w:rsid w:val="009F07BA"/>
    <w:rsid w:val="009F3AB2"/>
    <w:rsid w:val="009F43D5"/>
    <w:rsid w:val="00A001AA"/>
    <w:rsid w:val="00A04EBF"/>
    <w:rsid w:val="00A10C5D"/>
    <w:rsid w:val="00A20A59"/>
    <w:rsid w:val="00A23359"/>
    <w:rsid w:val="00A26103"/>
    <w:rsid w:val="00A27F71"/>
    <w:rsid w:val="00A351A6"/>
    <w:rsid w:val="00A41A9D"/>
    <w:rsid w:val="00A55E43"/>
    <w:rsid w:val="00A7454F"/>
    <w:rsid w:val="00A85AF0"/>
    <w:rsid w:val="00AA3755"/>
    <w:rsid w:val="00AA5AA6"/>
    <w:rsid w:val="00AC23E1"/>
    <w:rsid w:val="00AC2F23"/>
    <w:rsid w:val="00AC308A"/>
    <w:rsid w:val="00AE0496"/>
    <w:rsid w:val="00AF11B8"/>
    <w:rsid w:val="00AF7428"/>
    <w:rsid w:val="00B0066D"/>
    <w:rsid w:val="00B05424"/>
    <w:rsid w:val="00B135A0"/>
    <w:rsid w:val="00B27A15"/>
    <w:rsid w:val="00B3125D"/>
    <w:rsid w:val="00B329EC"/>
    <w:rsid w:val="00B35D08"/>
    <w:rsid w:val="00B50D63"/>
    <w:rsid w:val="00B523DA"/>
    <w:rsid w:val="00B7597D"/>
    <w:rsid w:val="00B7602F"/>
    <w:rsid w:val="00B7634A"/>
    <w:rsid w:val="00B862ED"/>
    <w:rsid w:val="00B97BB1"/>
    <w:rsid w:val="00BA100D"/>
    <w:rsid w:val="00BA4330"/>
    <w:rsid w:val="00BA5D87"/>
    <w:rsid w:val="00BA6F1F"/>
    <w:rsid w:val="00BB1021"/>
    <w:rsid w:val="00BB24F6"/>
    <w:rsid w:val="00BB3322"/>
    <w:rsid w:val="00BB5D67"/>
    <w:rsid w:val="00BB7786"/>
    <w:rsid w:val="00BC37D4"/>
    <w:rsid w:val="00BD0EBA"/>
    <w:rsid w:val="00BD13A7"/>
    <w:rsid w:val="00BE6D70"/>
    <w:rsid w:val="00BF5945"/>
    <w:rsid w:val="00C050F0"/>
    <w:rsid w:val="00C069C8"/>
    <w:rsid w:val="00C13976"/>
    <w:rsid w:val="00C31544"/>
    <w:rsid w:val="00C35629"/>
    <w:rsid w:val="00C35CFB"/>
    <w:rsid w:val="00C43469"/>
    <w:rsid w:val="00C4362B"/>
    <w:rsid w:val="00C46165"/>
    <w:rsid w:val="00C463F6"/>
    <w:rsid w:val="00C467D0"/>
    <w:rsid w:val="00C51F3D"/>
    <w:rsid w:val="00C522CA"/>
    <w:rsid w:val="00C64F80"/>
    <w:rsid w:val="00C73EDA"/>
    <w:rsid w:val="00C73FD2"/>
    <w:rsid w:val="00C75B9C"/>
    <w:rsid w:val="00C77E27"/>
    <w:rsid w:val="00C83314"/>
    <w:rsid w:val="00CA6F9E"/>
    <w:rsid w:val="00CB1E5D"/>
    <w:rsid w:val="00CB221D"/>
    <w:rsid w:val="00CC04FF"/>
    <w:rsid w:val="00CC11D2"/>
    <w:rsid w:val="00CC764B"/>
    <w:rsid w:val="00CF05A6"/>
    <w:rsid w:val="00CF388A"/>
    <w:rsid w:val="00CF67A8"/>
    <w:rsid w:val="00CF7810"/>
    <w:rsid w:val="00D043DB"/>
    <w:rsid w:val="00D14DDD"/>
    <w:rsid w:val="00D173BC"/>
    <w:rsid w:val="00D22C5D"/>
    <w:rsid w:val="00D235F1"/>
    <w:rsid w:val="00D320D4"/>
    <w:rsid w:val="00D46DEB"/>
    <w:rsid w:val="00D60FCF"/>
    <w:rsid w:val="00D6429D"/>
    <w:rsid w:val="00D74529"/>
    <w:rsid w:val="00D81EF7"/>
    <w:rsid w:val="00DB69E1"/>
    <w:rsid w:val="00DC1168"/>
    <w:rsid w:val="00DC237A"/>
    <w:rsid w:val="00DD1337"/>
    <w:rsid w:val="00DD231E"/>
    <w:rsid w:val="00DE11D1"/>
    <w:rsid w:val="00E16D96"/>
    <w:rsid w:val="00E1793D"/>
    <w:rsid w:val="00E22A42"/>
    <w:rsid w:val="00E26388"/>
    <w:rsid w:val="00E47EB0"/>
    <w:rsid w:val="00E5163C"/>
    <w:rsid w:val="00E571A2"/>
    <w:rsid w:val="00E60190"/>
    <w:rsid w:val="00E62489"/>
    <w:rsid w:val="00E66AFE"/>
    <w:rsid w:val="00E84461"/>
    <w:rsid w:val="00E90B04"/>
    <w:rsid w:val="00E9435A"/>
    <w:rsid w:val="00E97A56"/>
    <w:rsid w:val="00EE7216"/>
    <w:rsid w:val="00EF6E29"/>
    <w:rsid w:val="00F06B8B"/>
    <w:rsid w:val="00F116A9"/>
    <w:rsid w:val="00F11F39"/>
    <w:rsid w:val="00F14B5F"/>
    <w:rsid w:val="00F278F7"/>
    <w:rsid w:val="00F334E5"/>
    <w:rsid w:val="00F43C08"/>
    <w:rsid w:val="00F47AAB"/>
    <w:rsid w:val="00F51322"/>
    <w:rsid w:val="00F54AB4"/>
    <w:rsid w:val="00F616B5"/>
    <w:rsid w:val="00F7042C"/>
    <w:rsid w:val="00F745E8"/>
    <w:rsid w:val="00F8259B"/>
    <w:rsid w:val="00F836AD"/>
    <w:rsid w:val="00F84EFB"/>
    <w:rsid w:val="00F90C04"/>
    <w:rsid w:val="00F92CF3"/>
    <w:rsid w:val="00FB59F4"/>
    <w:rsid w:val="00FD3547"/>
    <w:rsid w:val="00FD359D"/>
    <w:rsid w:val="00FD725C"/>
    <w:rsid w:val="00FE5539"/>
    <w:rsid w:val="00F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6145"/>
  <w15:docId w15:val="{133EBBEC-8B74-4A71-AB9F-205A285B8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D67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BB5D67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5D67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B5D67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B5D67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 w:val="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 w:val="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 w:val="0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BB5D6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B5D67"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rsid w:val="00BB5D6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  <w:rsid w:val="00BB5D67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BB5D67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link w:val="Titre1"/>
    <w:uiPriority w:val="9"/>
    <w:rsid w:val="00BB5D67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BB5D67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BB5D67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paragraph" w:customStyle="1" w:styleId="Default">
    <w:name w:val="Default"/>
    <w:rsid w:val="00BB5D67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rsid w:val="00BB5D67"/>
    <w:pPr>
      <w:ind w:left="720"/>
      <w:contextualSpacing/>
    </w:pPr>
  </w:style>
  <w:style w:type="character" w:customStyle="1" w:styleId="markedcontent">
    <w:name w:val="markedcontent"/>
    <w:basedOn w:val="Policepardfaut"/>
  </w:style>
  <w:style w:type="character" w:styleId="Lienhypertexte">
    <w:name w:val="Hyperlink"/>
    <w:uiPriority w:val="99"/>
    <w:unhideWhenUsed/>
    <w:rsid w:val="00BB5D67"/>
    <w:rPr>
      <w:color w:val="0000FF"/>
      <w:u w:val="single"/>
    </w:rPr>
  </w:style>
  <w:style w:type="character" w:customStyle="1" w:styleId="Titre4Car">
    <w:name w:val="Titre 4 Car"/>
    <w:link w:val="Titre4"/>
    <w:uiPriority w:val="9"/>
    <w:rsid w:val="00BB5D67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table" w:styleId="Grilledutableau">
    <w:name w:val="Table Grid"/>
    <w:basedOn w:val="TableauNormal"/>
    <w:uiPriority w:val="59"/>
    <w:rsid w:val="00BB5D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BB5D67"/>
    <w:rPr>
      <w:color w:val="80808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A10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B560E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171D7D"/>
    <w:pPr>
      <w:spacing w:after="0" w:line="240" w:lineRule="auto"/>
    </w:pPr>
  </w:style>
  <w:style w:type="paragraph" w:customStyle="1" w:styleId="Titredecollection">
    <w:name w:val="Titre de collection"/>
    <w:basedOn w:val="Normal"/>
    <w:qFormat/>
    <w:rsid w:val="00BB5D67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BB5D67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BB5D67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BB5D6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BB5D6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BB5D67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customStyle="1" w:styleId="Encartgras">
    <w:name w:val="Encart gras"/>
    <w:basedOn w:val="Normal"/>
    <w:qFormat/>
    <w:rsid w:val="00BB5D67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BB5D67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BB5D67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BB5D67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BB5D67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8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4.wdp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92</TotalTime>
  <Pages>3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GIRAUD</dc:creator>
  <cp:keywords/>
  <dc:description/>
  <cp:lastModifiedBy>JEROME SAVIDAN</cp:lastModifiedBy>
  <cp:revision>17</cp:revision>
  <dcterms:created xsi:type="dcterms:W3CDTF">2023-06-15T07:17:00Z</dcterms:created>
  <dcterms:modified xsi:type="dcterms:W3CDTF">2023-08-08T13:30:00Z</dcterms:modified>
</cp:coreProperties>
</file>